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42"/>
        <w:tblW w:w="0" w:type="auto"/>
        <w:tblLook w:val="01E0" w:firstRow="1" w:lastRow="1" w:firstColumn="1" w:lastColumn="1" w:noHBand="0" w:noVBand="0"/>
      </w:tblPr>
      <w:tblGrid>
        <w:gridCol w:w="1961"/>
        <w:gridCol w:w="7665"/>
        <w:gridCol w:w="13"/>
      </w:tblGrid>
      <w:tr w:rsidR="003B7DF9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9725AE" w:rsidRDefault="003B7DF9" w:rsidP="00AD4CCC"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3B7DF9" w:rsidP="00AD4CCC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3B7DF9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3B7DF9" w:rsidP="00AD4CCC">
            <w:pPr>
              <w:rPr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B40EA7" w:rsidP="00BD203F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                                        </w:t>
            </w:r>
            <w:r w:rsidR="003B7DF9" w:rsidRPr="00AD4CCC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AD4CC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203F">
              <w:rPr>
                <w:rFonts w:ascii="Arial" w:hAnsi="Arial" w:cs="Arial"/>
                <w:sz w:val="18"/>
                <w:szCs w:val="18"/>
              </w:rPr>
              <w:t>76</w:t>
            </w:r>
          </w:p>
        </w:tc>
      </w:tr>
      <w:tr w:rsidR="003B7DF9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3B7DF9" w:rsidP="00AD4CC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Date of Scan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Ward/Dept: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Referring Doctor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BD203F" w:rsidP="00AD4C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 calf claudication. Previous CFAE. Also spinal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stenosis ?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recurrent arterial disease.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9740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BD203F" w:rsidP="00AD4CCC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1141730</wp:posOffset>
                      </wp:positionH>
                      <wp:positionV relativeFrom="paragraph">
                        <wp:posOffset>112395</wp:posOffset>
                      </wp:positionV>
                      <wp:extent cx="4443730" cy="4189095"/>
                      <wp:effectExtent l="13970" t="5080" r="9525" b="6350"/>
                      <wp:wrapNone/>
                      <wp:docPr id="60" name="Freeform 3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43730" cy="4189095"/>
                              </a:xfrm>
                              <a:custGeom>
                                <a:avLst/>
                                <a:gdLst>
                                  <a:gd name="T0" fmla="*/ 6998 w 6998"/>
                                  <a:gd name="T1" fmla="*/ 0 h 6597"/>
                                  <a:gd name="T2" fmla="*/ 6890 w 6998"/>
                                  <a:gd name="T3" fmla="*/ 312 h 6597"/>
                                  <a:gd name="T4" fmla="*/ 6746 w 6998"/>
                                  <a:gd name="T5" fmla="*/ 594 h 6597"/>
                                  <a:gd name="T6" fmla="*/ 6494 w 6998"/>
                                  <a:gd name="T7" fmla="*/ 836 h 6597"/>
                                  <a:gd name="T8" fmla="*/ 6142 w 6998"/>
                                  <a:gd name="T9" fmla="*/ 1012 h 6597"/>
                                  <a:gd name="T10" fmla="*/ 5602 w 6998"/>
                                  <a:gd name="T11" fmla="*/ 1171 h 6597"/>
                                  <a:gd name="T12" fmla="*/ 5092 w 6998"/>
                                  <a:gd name="T13" fmla="*/ 1321 h 6597"/>
                                  <a:gd name="T14" fmla="*/ 4809 w 6998"/>
                                  <a:gd name="T15" fmla="*/ 1363 h 6597"/>
                                  <a:gd name="T16" fmla="*/ 4447 w 6998"/>
                                  <a:gd name="T17" fmla="*/ 1582 h 6597"/>
                                  <a:gd name="T18" fmla="*/ 3624 w 6998"/>
                                  <a:gd name="T19" fmla="*/ 1955 h 6597"/>
                                  <a:gd name="T20" fmla="*/ 2697 w 6998"/>
                                  <a:gd name="T21" fmla="*/ 2454 h 6597"/>
                                  <a:gd name="T22" fmla="*/ 2174 w 6998"/>
                                  <a:gd name="T23" fmla="*/ 2795 h 6597"/>
                                  <a:gd name="T24" fmla="*/ 1783 w 6998"/>
                                  <a:gd name="T25" fmla="*/ 3182 h 6597"/>
                                  <a:gd name="T26" fmla="*/ 1571 w 6998"/>
                                  <a:gd name="T27" fmla="*/ 3400 h 6597"/>
                                  <a:gd name="T28" fmla="*/ 1085 w 6998"/>
                                  <a:gd name="T29" fmla="*/ 3743 h 6597"/>
                                  <a:gd name="T30" fmla="*/ 815 w 6998"/>
                                  <a:gd name="T31" fmla="*/ 4242 h 6597"/>
                                  <a:gd name="T32" fmla="*/ 547 w 6998"/>
                                  <a:gd name="T33" fmla="*/ 5287 h 6597"/>
                                  <a:gd name="T34" fmla="*/ 368 w 6998"/>
                                  <a:gd name="T35" fmla="*/ 6003 h 6597"/>
                                  <a:gd name="T36" fmla="*/ 230 w 6998"/>
                                  <a:gd name="T37" fmla="*/ 6301 h 6597"/>
                                  <a:gd name="T38" fmla="*/ 0 w 6998"/>
                                  <a:gd name="T39" fmla="*/ 6597 h 65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6998" h="6597">
                                    <a:moveTo>
                                      <a:pt x="6998" y="0"/>
                                    </a:moveTo>
                                    <a:cubicBezTo>
                                      <a:pt x="6978" y="52"/>
                                      <a:pt x="6932" y="213"/>
                                      <a:pt x="6890" y="312"/>
                                    </a:cubicBezTo>
                                    <a:cubicBezTo>
                                      <a:pt x="6848" y="411"/>
                                      <a:pt x="6812" y="507"/>
                                      <a:pt x="6746" y="594"/>
                                    </a:cubicBezTo>
                                    <a:cubicBezTo>
                                      <a:pt x="6680" y="681"/>
                                      <a:pt x="6595" y="766"/>
                                      <a:pt x="6494" y="836"/>
                                    </a:cubicBezTo>
                                    <a:cubicBezTo>
                                      <a:pt x="6393" y="906"/>
                                      <a:pt x="6291" y="956"/>
                                      <a:pt x="6142" y="1012"/>
                                    </a:cubicBezTo>
                                    <a:cubicBezTo>
                                      <a:pt x="5993" y="1068"/>
                                      <a:pt x="5777" y="1120"/>
                                      <a:pt x="5602" y="1171"/>
                                    </a:cubicBezTo>
                                    <a:cubicBezTo>
                                      <a:pt x="5427" y="1222"/>
                                      <a:pt x="5224" y="1289"/>
                                      <a:pt x="5092" y="1321"/>
                                    </a:cubicBezTo>
                                    <a:cubicBezTo>
                                      <a:pt x="4960" y="1353"/>
                                      <a:pt x="4916" y="1319"/>
                                      <a:pt x="4809" y="1363"/>
                                    </a:cubicBezTo>
                                    <a:cubicBezTo>
                                      <a:pt x="4702" y="1407"/>
                                      <a:pt x="4644" y="1483"/>
                                      <a:pt x="4447" y="1582"/>
                                    </a:cubicBezTo>
                                    <a:cubicBezTo>
                                      <a:pt x="4250" y="1681"/>
                                      <a:pt x="3916" y="1810"/>
                                      <a:pt x="3624" y="1955"/>
                                    </a:cubicBezTo>
                                    <a:cubicBezTo>
                                      <a:pt x="3334" y="2101"/>
                                      <a:pt x="2939" y="2314"/>
                                      <a:pt x="2697" y="2454"/>
                                    </a:cubicBezTo>
                                    <a:cubicBezTo>
                                      <a:pt x="2455" y="2594"/>
                                      <a:pt x="2327" y="2674"/>
                                      <a:pt x="2174" y="2795"/>
                                    </a:cubicBezTo>
                                    <a:cubicBezTo>
                                      <a:pt x="2022" y="2917"/>
                                      <a:pt x="1884" y="3081"/>
                                      <a:pt x="1783" y="3182"/>
                                    </a:cubicBezTo>
                                    <a:cubicBezTo>
                                      <a:pt x="1682" y="3283"/>
                                      <a:pt x="1688" y="3306"/>
                                      <a:pt x="1571" y="3400"/>
                                    </a:cubicBezTo>
                                    <a:cubicBezTo>
                                      <a:pt x="1455" y="3493"/>
                                      <a:pt x="1211" y="3603"/>
                                      <a:pt x="1085" y="3743"/>
                                    </a:cubicBezTo>
                                    <a:cubicBezTo>
                                      <a:pt x="958" y="3884"/>
                                      <a:pt x="905" y="3984"/>
                                      <a:pt x="815" y="4242"/>
                                    </a:cubicBezTo>
                                    <a:cubicBezTo>
                                      <a:pt x="726" y="4499"/>
                                      <a:pt x="621" y="4994"/>
                                      <a:pt x="547" y="5287"/>
                                    </a:cubicBezTo>
                                    <a:cubicBezTo>
                                      <a:pt x="472" y="5581"/>
                                      <a:pt x="421" y="5834"/>
                                      <a:pt x="368" y="6003"/>
                                    </a:cubicBezTo>
                                    <a:cubicBezTo>
                                      <a:pt x="315" y="6173"/>
                                      <a:pt x="291" y="6202"/>
                                      <a:pt x="230" y="6301"/>
                                    </a:cubicBezTo>
                                    <a:cubicBezTo>
                                      <a:pt x="169" y="6401"/>
                                      <a:pt x="48" y="6536"/>
                                      <a:pt x="0" y="6597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B4947A" id="Freeform 368" o:spid="_x0000_s1026" style="position:absolute;margin-left:89.9pt;margin-top:8.85pt;width:349.9pt;height:329.8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998,65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" path="m6998,v-20,52,-66,213,-108,312c6848,411,6812,507,6746,594v-66,87,-151,172,-252,242c6393,906,6291,956,6142,1012v-149,56,-365,108,-540,159c5427,1222,5224,1289,5092,1321v-132,32,-176,-2,-283,42c4702,1407,4644,1483,4447,1582v-197,99,-531,228,-823,373c3334,2101,2939,2314,2697,2454v-242,140,-370,220,-523,341c2022,2917,1884,3081,1783,3182v-101,101,-95,124,-212,218c1455,3493,1211,3603,1085,3743,958,3884,905,3984,815,4242,726,4499,621,4994,547,5287v-75,294,-126,547,-179,716c315,6173,291,6202,230,6301,169,6401,48,6536,,6597e" filled="f" strokecolor="#333">
                      <v:path arrowok="t" o:connecttype="custom" o:connectlocs="4443730,0;4375150,198120;4283710,377190;4123690,530860;3900170,642620;3557270,743585;3233420,838835;3053715,865505;2823845,1004570;2301240,1241425;1712595,1558290;1380490,1774825;1132205,2020570;997585,2159000;688975,2376805;517525,2693670;347345,3357245;233680,3811905;146050,4001135;0,4189095" o:connectangles="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59055</wp:posOffset>
                      </wp:positionV>
                      <wp:extent cx="4262755" cy="4876800"/>
                      <wp:effectExtent l="14605" t="8890" r="8890" b="10160"/>
                      <wp:wrapNone/>
                      <wp:docPr id="59" name="Freeform 3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4262755" cy="4876800"/>
                              </a:xfrm>
                              <a:custGeom>
                                <a:avLst/>
                                <a:gdLst>
                                  <a:gd name="T0" fmla="*/ 165 w 6715"/>
                                  <a:gd name="T1" fmla="*/ 2690 h 7680"/>
                                  <a:gd name="T2" fmla="*/ 764 w 6715"/>
                                  <a:gd name="T3" fmla="*/ 2976 h 7680"/>
                                  <a:gd name="T4" fmla="*/ 1201 w 6715"/>
                                  <a:gd name="T5" fmla="*/ 3045 h 7680"/>
                                  <a:gd name="T6" fmla="*/ 1879 w 6715"/>
                                  <a:gd name="T7" fmla="*/ 3204 h 7680"/>
                                  <a:gd name="T8" fmla="*/ 2303 w 6715"/>
                                  <a:gd name="T9" fmla="*/ 3282 h 7680"/>
                                  <a:gd name="T10" fmla="*/ 2726 w 6715"/>
                                  <a:gd name="T11" fmla="*/ 3472 h 7680"/>
                                  <a:gd name="T12" fmla="*/ 3043 w 6715"/>
                                  <a:gd name="T13" fmla="*/ 3638 h 7680"/>
                                  <a:gd name="T14" fmla="*/ 3096 w 6715"/>
                                  <a:gd name="T15" fmla="*/ 4000 h 7680"/>
                                  <a:gd name="T16" fmla="*/ 3185 w 6715"/>
                                  <a:gd name="T17" fmla="*/ 4573 h 7680"/>
                                  <a:gd name="T18" fmla="*/ 3393 w 6715"/>
                                  <a:gd name="T19" fmla="*/ 4971 h 7680"/>
                                  <a:gd name="T20" fmla="*/ 3659 w 6715"/>
                                  <a:gd name="T21" fmla="*/ 5351 h 7680"/>
                                  <a:gd name="T22" fmla="*/ 3991 w 6715"/>
                                  <a:gd name="T23" fmla="*/ 6004 h 7680"/>
                                  <a:gd name="T24" fmla="*/ 4255 w 6715"/>
                                  <a:gd name="T25" fmla="*/ 6515 h 7680"/>
                                  <a:gd name="T26" fmla="*/ 4309 w 6715"/>
                                  <a:gd name="T27" fmla="*/ 6942 h 7680"/>
                                  <a:gd name="T28" fmla="*/ 4273 w 6715"/>
                                  <a:gd name="T29" fmla="*/ 7256 h 7680"/>
                                  <a:gd name="T30" fmla="*/ 4399 w 6715"/>
                                  <a:gd name="T31" fmla="*/ 7450 h 7680"/>
                                  <a:gd name="T32" fmla="*/ 4721 w 6715"/>
                                  <a:gd name="T33" fmla="*/ 7519 h 7680"/>
                                  <a:gd name="T34" fmla="*/ 4946 w 6715"/>
                                  <a:gd name="T35" fmla="*/ 7518 h 7680"/>
                                  <a:gd name="T36" fmla="*/ 5126 w 6715"/>
                                  <a:gd name="T37" fmla="*/ 7508 h 7680"/>
                                  <a:gd name="T38" fmla="*/ 5557 w 6715"/>
                                  <a:gd name="T39" fmla="*/ 7607 h 7680"/>
                                  <a:gd name="T40" fmla="*/ 5791 w 6715"/>
                                  <a:gd name="T41" fmla="*/ 7624 h 7680"/>
                                  <a:gd name="T42" fmla="*/ 6077 w 6715"/>
                                  <a:gd name="T43" fmla="*/ 7677 h 7680"/>
                                  <a:gd name="T44" fmla="*/ 6319 w 6715"/>
                                  <a:gd name="T45" fmla="*/ 7605 h 7680"/>
                                  <a:gd name="T46" fmla="*/ 6442 w 6715"/>
                                  <a:gd name="T47" fmla="*/ 7482 h 7680"/>
                                  <a:gd name="T48" fmla="*/ 6547 w 6715"/>
                                  <a:gd name="T49" fmla="*/ 7452 h 7680"/>
                                  <a:gd name="T50" fmla="*/ 6694 w 6715"/>
                                  <a:gd name="T51" fmla="*/ 7290 h 7680"/>
                                  <a:gd name="T52" fmla="*/ 6675 w 6715"/>
                                  <a:gd name="T53" fmla="*/ 7145 h 7680"/>
                                  <a:gd name="T54" fmla="*/ 6501 w 6715"/>
                                  <a:gd name="T55" fmla="*/ 7150 h 7680"/>
                                  <a:gd name="T56" fmla="*/ 6363 w 6715"/>
                                  <a:gd name="T57" fmla="*/ 7192 h 7680"/>
                                  <a:gd name="T58" fmla="*/ 6214 w 6715"/>
                                  <a:gd name="T59" fmla="*/ 7212 h 7680"/>
                                  <a:gd name="T60" fmla="*/ 5953 w 6715"/>
                                  <a:gd name="T61" fmla="*/ 7103 h 7680"/>
                                  <a:gd name="T62" fmla="*/ 5582 w 6715"/>
                                  <a:gd name="T63" fmla="*/ 6842 h 7680"/>
                                  <a:gd name="T64" fmla="*/ 5332 w 6715"/>
                                  <a:gd name="T65" fmla="*/ 6656 h 7680"/>
                                  <a:gd name="T66" fmla="*/ 5042 w 6715"/>
                                  <a:gd name="T67" fmla="*/ 6156 h 7680"/>
                                  <a:gd name="T68" fmla="*/ 4833 w 6715"/>
                                  <a:gd name="T69" fmla="*/ 5483 h 7680"/>
                                  <a:gd name="T70" fmla="*/ 4658 w 6715"/>
                                  <a:gd name="T71" fmla="*/ 4671 h 7680"/>
                                  <a:gd name="T72" fmla="*/ 4342 w 6715"/>
                                  <a:gd name="T73" fmla="*/ 3713 h 7680"/>
                                  <a:gd name="T74" fmla="*/ 4233 w 6715"/>
                                  <a:gd name="T75" fmla="*/ 3315 h 7680"/>
                                  <a:gd name="T76" fmla="*/ 4139 w 6715"/>
                                  <a:gd name="T77" fmla="*/ 2735 h 7680"/>
                                  <a:gd name="T78" fmla="*/ 3999 w 6715"/>
                                  <a:gd name="T79" fmla="*/ 2401 h 7680"/>
                                  <a:gd name="T80" fmla="*/ 3747 w 6715"/>
                                  <a:gd name="T81" fmla="*/ 2235 h 7680"/>
                                  <a:gd name="T82" fmla="*/ 3229 w 6715"/>
                                  <a:gd name="T83" fmla="*/ 1899 h 7680"/>
                                  <a:gd name="T84" fmla="*/ 2669 w 6715"/>
                                  <a:gd name="T85" fmla="*/ 1579 h 7680"/>
                                  <a:gd name="T86" fmla="*/ 1973 w 6715"/>
                                  <a:gd name="T87" fmla="*/ 1280 h 7680"/>
                                  <a:gd name="T88" fmla="*/ 1296 w 6715"/>
                                  <a:gd name="T89" fmla="*/ 1059 h 7680"/>
                                  <a:gd name="T90" fmla="*/ 1085 w 6715"/>
                                  <a:gd name="T91" fmla="*/ 999 h 7680"/>
                                  <a:gd name="T92" fmla="*/ 923 w 6715"/>
                                  <a:gd name="T93" fmla="*/ 883 h 7680"/>
                                  <a:gd name="T94" fmla="*/ 715 w 6715"/>
                                  <a:gd name="T95" fmla="*/ 735 h 7680"/>
                                  <a:gd name="T96" fmla="*/ 408 w 6715"/>
                                  <a:gd name="T97" fmla="*/ 480 h 7680"/>
                                  <a:gd name="T98" fmla="*/ 156 w 6715"/>
                                  <a:gd name="T99" fmla="*/ 312 h 7680"/>
                                  <a:gd name="T100" fmla="*/ 0 w 6715"/>
                                  <a:gd name="T101" fmla="*/ 0 h 76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6715" h="7680">
                                    <a:moveTo>
                                      <a:pt x="165" y="2690"/>
                                    </a:moveTo>
                                    <a:cubicBezTo>
                                      <a:pt x="377" y="2805"/>
                                      <a:pt x="592" y="2917"/>
                                      <a:pt x="764" y="2976"/>
                                    </a:cubicBezTo>
                                    <a:cubicBezTo>
                                      <a:pt x="936" y="3035"/>
                                      <a:pt x="1016" y="3006"/>
                                      <a:pt x="1201" y="3045"/>
                                    </a:cubicBezTo>
                                    <a:cubicBezTo>
                                      <a:pt x="1387" y="3083"/>
                                      <a:pt x="1695" y="3165"/>
                                      <a:pt x="1879" y="3204"/>
                                    </a:cubicBezTo>
                                    <a:cubicBezTo>
                                      <a:pt x="2063" y="3244"/>
                                      <a:pt x="2161" y="3238"/>
                                      <a:pt x="2303" y="3282"/>
                                    </a:cubicBezTo>
                                    <a:cubicBezTo>
                                      <a:pt x="2444" y="3327"/>
                                      <a:pt x="2603" y="3413"/>
                                      <a:pt x="2726" y="3472"/>
                                    </a:cubicBezTo>
                                    <a:cubicBezTo>
                                      <a:pt x="2850" y="3531"/>
                                      <a:pt x="2982" y="3550"/>
                                      <a:pt x="3043" y="3638"/>
                                    </a:cubicBezTo>
                                    <a:cubicBezTo>
                                      <a:pt x="3104" y="3726"/>
                                      <a:pt x="3071" y="3845"/>
                                      <a:pt x="3096" y="4000"/>
                                    </a:cubicBezTo>
                                    <a:cubicBezTo>
                                      <a:pt x="3120" y="4156"/>
                                      <a:pt x="3135" y="4412"/>
                                      <a:pt x="3185" y="4573"/>
                                    </a:cubicBezTo>
                                    <a:cubicBezTo>
                                      <a:pt x="3235" y="4735"/>
                                      <a:pt x="3314" y="4841"/>
                                      <a:pt x="3393" y="4971"/>
                                    </a:cubicBezTo>
                                    <a:cubicBezTo>
                                      <a:pt x="3472" y="5101"/>
                                      <a:pt x="3559" y="5178"/>
                                      <a:pt x="3659" y="5351"/>
                                    </a:cubicBezTo>
                                    <a:cubicBezTo>
                                      <a:pt x="3759" y="5522"/>
                                      <a:pt x="3893" y="5810"/>
                                      <a:pt x="3991" y="6004"/>
                                    </a:cubicBezTo>
                                    <a:cubicBezTo>
                                      <a:pt x="4091" y="6199"/>
                                      <a:pt x="4201" y="6358"/>
                                      <a:pt x="4255" y="6515"/>
                                    </a:cubicBezTo>
                                    <a:cubicBezTo>
                                      <a:pt x="4307" y="6670"/>
                                      <a:pt x="4307" y="6819"/>
                                      <a:pt x="4309" y="6942"/>
                                    </a:cubicBezTo>
                                    <a:cubicBezTo>
                                      <a:pt x="4312" y="7065"/>
                                      <a:pt x="4258" y="7171"/>
                                      <a:pt x="4273" y="7256"/>
                                    </a:cubicBezTo>
                                    <a:cubicBezTo>
                                      <a:pt x="4287" y="7341"/>
                                      <a:pt x="4324" y="7406"/>
                                      <a:pt x="4399" y="7450"/>
                                    </a:cubicBezTo>
                                    <a:cubicBezTo>
                                      <a:pt x="4474" y="7494"/>
                                      <a:pt x="4629" y="7508"/>
                                      <a:pt x="4721" y="7519"/>
                                    </a:cubicBezTo>
                                    <a:cubicBezTo>
                                      <a:pt x="4812" y="7531"/>
                                      <a:pt x="4879" y="7520"/>
                                      <a:pt x="4946" y="7518"/>
                                    </a:cubicBezTo>
                                    <a:cubicBezTo>
                                      <a:pt x="5013" y="7517"/>
                                      <a:pt x="5024" y="7493"/>
                                      <a:pt x="5126" y="7508"/>
                                    </a:cubicBezTo>
                                    <a:cubicBezTo>
                                      <a:pt x="5228" y="7523"/>
                                      <a:pt x="5446" y="7586"/>
                                      <a:pt x="5557" y="7607"/>
                                    </a:cubicBezTo>
                                    <a:cubicBezTo>
                                      <a:pt x="5667" y="7626"/>
                                      <a:pt x="5704" y="7612"/>
                                      <a:pt x="5791" y="7624"/>
                                    </a:cubicBezTo>
                                    <a:cubicBezTo>
                                      <a:pt x="5878" y="7636"/>
                                      <a:pt x="5990" y="7680"/>
                                      <a:pt x="6077" y="7677"/>
                                    </a:cubicBezTo>
                                    <a:cubicBezTo>
                                      <a:pt x="6166" y="7673"/>
                                      <a:pt x="6257" y="7638"/>
                                      <a:pt x="6319" y="7605"/>
                                    </a:cubicBezTo>
                                    <a:cubicBezTo>
                                      <a:pt x="6379" y="7573"/>
                                      <a:pt x="6404" y="7509"/>
                                      <a:pt x="6442" y="7482"/>
                                    </a:cubicBezTo>
                                    <a:cubicBezTo>
                                      <a:pt x="6479" y="7457"/>
                                      <a:pt x="6505" y="7483"/>
                                      <a:pt x="6547" y="7452"/>
                                    </a:cubicBezTo>
                                    <a:cubicBezTo>
                                      <a:pt x="6588" y="7419"/>
                                      <a:pt x="6672" y="7341"/>
                                      <a:pt x="6694" y="7290"/>
                                    </a:cubicBezTo>
                                    <a:cubicBezTo>
                                      <a:pt x="6715" y="7239"/>
                                      <a:pt x="6707" y="7169"/>
                                      <a:pt x="6675" y="7145"/>
                                    </a:cubicBezTo>
                                    <a:cubicBezTo>
                                      <a:pt x="6643" y="7122"/>
                                      <a:pt x="6553" y="7143"/>
                                      <a:pt x="6501" y="7150"/>
                                    </a:cubicBezTo>
                                    <a:cubicBezTo>
                                      <a:pt x="6450" y="7158"/>
                                      <a:pt x="6410" y="7181"/>
                                      <a:pt x="6363" y="7192"/>
                                    </a:cubicBezTo>
                                    <a:cubicBezTo>
                                      <a:pt x="6315" y="7202"/>
                                      <a:pt x="6282" y="7226"/>
                                      <a:pt x="6214" y="7212"/>
                                    </a:cubicBezTo>
                                    <a:cubicBezTo>
                                      <a:pt x="6145" y="7198"/>
                                      <a:pt x="6058" y="7165"/>
                                      <a:pt x="5953" y="7103"/>
                                    </a:cubicBezTo>
                                    <a:cubicBezTo>
                                      <a:pt x="5847" y="7042"/>
                                      <a:pt x="5685" y="6916"/>
                                      <a:pt x="5582" y="6842"/>
                                    </a:cubicBezTo>
                                    <a:cubicBezTo>
                                      <a:pt x="5478" y="6767"/>
                                      <a:pt x="5421" y="6770"/>
                                      <a:pt x="5332" y="6656"/>
                                    </a:cubicBezTo>
                                    <a:cubicBezTo>
                                      <a:pt x="5241" y="6543"/>
                                      <a:pt x="5125" y="6352"/>
                                      <a:pt x="5042" y="6156"/>
                                    </a:cubicBezTo>
                                    <a:cubicBezTo>
                                      <a:pt x="4959" y="5961"/>
                                      <a:pt x="4898" y="5731"/>
                                      <a:pt x="4833" y="5483"/>
                                    </a:cubicBezTo>
                                    <a:cubicBezTo>
                                      <a:pt x="4770" y="5236"/>
                                      <a:pt x="4740" y="4966"/>
                                      <a:pt x="4658" y="4671"/>
                                    </a:cubicBezTo>
                                    <a:cubicBezTo>
                                      <a:pt x="4577" y="4376"/>
                                      <a:pt x="4413" y="3939"/>
                                      <a:pt x="4342" y="3713"/>
                                    </a:cubicBezTo>
                                    <a:cubicBezTo>
                                      <a:pt x="4270" y="3487"/>
                                      <a:pt x="4266" y="3477"/>
                                      <a:pt x="4233" y="3315"/>
                                    </a:cubicBezTo>
                                    <a:cubicBezTo>
                                      <a:pt x="4198" y="3152"/>
                                      <a:pt x="4178" y="2886"/>
                                      <a:pt x="4139" y="2735"/>
                                    </a:cubicBezTo>
                                    <a:cubicBezTo>
                                      <a:pt x="4100" y="2582"/>
                                      <a:pt x="4064" y="2483"/>
                                      <a:pt x="3999" y="2401"/>
                                    </a:cubicBezTo>
                                    <a:cubicBezTo>
                                      <a:pt x="3934" y="2317"/>
                                      <a:pt x="3875" y="2319"/>
                                      <a:pt x="3747" y="2235"/>
                                    </a:cubicBezTo>
                                    <a:cubicBezTo>
                                      <a:pt x="3619" y="2151"/>
                                      <a:pt x="3409" y="2009"/>
                                      <a:pt x="3229" y="1899"/>
                                    </a:cubicBezTo>
                                    <a:cubicBezTo>
                                      <a:pt x="3049" y="1790"/>
                                      <a:pt x="2878" y="1683"/>
                                      <a:pt x="2669" y="1579"/>
                                    </a:cubicBezTo>
                                    <a:cubicBezTo>
                                      <a:pt x="2460" y="1476"/>
                                      <a:pt x="2202" y="1367"/>
                                      <a:pt x="1973" y="1280"/>
                                    </a:cubicBezTo>
                                    <a:cubicBezTo>
                                      <a:pt x="1744" y="1193"/>
                                      <a:pt x="1444" y="1105"/>
                                      <a:pt x="1296" y="1059"/>
                                    </a:cubicBezTo>
                                    <a:cubicBezTo>
                                      <a:pt x="1149" y="1012"/>
                                      <a:pt x="1147" y="1029"/>
                                      <a:pt x="1085" y="999"/>
                                    </a:cubicBezTo>
                                    <a:cubicBezTo>
                                      <a:pt x="1023" y="970"/>
                                      <a:pt x="985" y="926"/>
                                      <a:pt x="923" y="883"/>
                                    </a:cubicBezTo>
                                    <a:cubicBezTo>
                                      <a:pt x="861" y="840"/>
                                      <a:pt x="801" y="802"/>
                                      <a:pt x="715" y="735"/>
                                    </a:cubicBezTo>
                                    <a:cubicBezTo>
                                      <a:pt x="629" y="668"/>
                                      <a:pt x="501" y="550"/>
                                      <a:pt x="408" y="480"/>
                                    </a:cubicBezTo>
                                    <a:cubicBezTo>
                                      <a:pt x="315" y="410"/>
                                      <a:pt x="224" y="392"/>
                                      <a:pt x="156" y="312"/>
                                    </a:cubicBezTo>
                                    <a:cubicBezTo>
                                      <a:pt x="88" y="232"/>
                                      <a:pt x="32" y="65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B4A5D2" id="Freeform 372" o:spid="_x0000_s1026" style="position:absolute;margin-left:14.2pt;margin-top:4.65pt;width:335.65pt;height:384pt;flip:x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715,7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" path="m165,2690v212,115,427,227,599,286c936,3035,1016,3006,1201,3045v186,38,494,120,678,159c2063,3244,2161,3238,2303,3282v141,45,300,131,423,190c2850,3531,2982,3550,3043,3638v61,88,28,207,53,362c3120,4156,3135,4412,3185,4573v50,162,129,268,208,398c3472,5101,3559,5178,3659,5351v100,171,234,459,332,653c4091,6199,4201,6358,4255,6515v52,155,52,304,54,427c4312,7065,4258,7171,4273,7256v14,85,51,150,126,194c4474,7494,4629,7508,4721,7519v91,12,158,1,225,-1c5013,7517,5024,7493,5126,7508v102,15,320,78,431,99c5667,7626,5704,7612,5791,7624v87,12,199,56,286,53c6166,7673,6257,7638,6319,7605v60,-32,85,-96,123,-123c6479,7457,6505,7483,6547,7452v41,-33,125,-111,147,-162c6715,7239,6707,7169,6675,7145v-32,-23,-122,-2,-174,5c6450,7158,6410,7181,6363,7192v-48,10,-81,34,-149,20c6145,7198,6058,7165,5953,7103v-106,-61,-268,-187,-371,-261c5478,6767,5421,6770,5332,6656v-91,-113,-207,-304,-290,-500c4959,5961,4898,5731,4833,5483v-63,-247,-93,-517,-175,-812c4577,4376,4413,3939,4342,3713v-72,-226,-76,-236,-109,-398c4198,3152,4178,2886,4139,2735v-39,-153,-75,-252,-140,-334c3934,2317,3875,2319,3747,2235v-128,-84,-338,-226,-518,-336c3049,1790,2878,1683,2669,1579,2460,1476,2202,1367,1973,1280v-229,-87,-529,-175,-677,-221c1149,1012,1147,1029,1085,999,1023,970,985,926,923,883,861,840,801,802,715,735,629,668,501,550,408,480,315,410,224,392,156,312,88,232,32,65,,e" filled="f" strokecolor="gray" strokeweight="1pt">
                      <v:path arrowok="t" o:connecttype="custom" o:connectlocs="104744,1708150;484996,1889760;762408,1933575;1192810,2034540;1461969,2084070;1730494,2204720;1931729,2310130;1965374,2540000;2021873,2903855;2153913,3156585;2322773,3397885;2533530,3812540;2701120,4137025;2735400,4408170;2712547,4607560;2792533,4730750;2996942,4774565;3139775,4773930;3254041,4767580;3527644,4830445;3676190,4841240;3857746,4874895;4011370,4829175;4089452,4751070;4156107,4732020;4249424,4629150;4237363,4537075;4126905,4540250;4039302,4566920;3944715,4579620;3779029,4510405;3543514,4344670;3384812,4226560;3200716,3909060;3068041,3481705;2956949,2966085;2756349,2357755;2687154,2105025;2627482,1736725;2538609,1524635;2378636,1419225;2049804,1205865;1694310,1002665;1252482,812800;822715,672465;688770,634365;585930,560705;453890,466725;259003,304800;99030,198120;0,0" o:connectangles="0,0,0,0,0,0,0,0,0,0,0,0,0,0,0,0,0,0,0,0,0,0,0,0,0,0,0,0,0,0,0,0,0,0,0,0,0,0,0,0,0,0,0,0,0,0,0,0,0,0,0"/>
                    </v:shape>
                  </w:pict>
                </mc:Fallback>
              </mc:AlternateContent>
            </w:r>
            <w:r w:rsidR="00DA2BDB" w:rsidRPr="00AD4CCC">
              <w:rPr>
                <w:rFonts w:ascii="Arial" w:hAnsi="Arial"/>
                <w:b/>
                <w:bCs/>
                <w:sz w:val="18"/>
                <w:szCs w:val="20"/>
              </w:rPr>
              <w:t>Right Lower Extremity Arterial Duplex</w:t>
            </w:r>
          </w:p>
        </w:tc>
      </w:tr>
      <w:tr w:rsidR="00DA2BDB" w:rsidRPr="00AD4CCC" w:rsidTr="00AD4CCC">
        <w:trPr>
          <w:gridAfter w:val="1"/>
          <w:wAfter w:w="13" w:type="dxa"/>
          <w:trHeight w:val="7938"/>
        </w:trPr>
        <w:tc>
          <w:tcPr>
            <w:tcW w:w="974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BD203F" w:rsidP="00AD4CCC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>
                      <wp:simplePos x="0" y="0"/>
                      <wp:positionH relativeFrom="column">
                        <wp:posOffset>2181860</wp:posOffset>
                      </wp:positionH>
                      <wp:positionV relativeFrom="paragraph">
                        <wp:posOffset>1049020</wp:posOffset>
                      </wp:positionV>
                      <wp:extent cx="1579880" cy="1009650"/>
                      <wp:effectExtent l="6350" t="13335" r="13970" b="5715"/>
                      <wp:wrapNone/>
                      <wp:docPr id="58" name="Freeform 4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9880" cy="1009650"/>
                              </a:xfrm>
                              <a:custGeom>
                                <a:avLst/>
                                <a:gdLst>
                                  <a:gd name="T0" fmla="*/ 2488 w 2488"/>
                                  <a:gd name="T1" fmla="*/ 0 h 1590"/>
                                  <a:gd name="T2" fmla="*/ 1448 w 2488"/>
                                  <a:gd name="T3" fmla="*/ 508 h 1590"/>
                                  <a:gd name="T4" fmla="*/ 724 w 2488"/>
                                  <a:gd name="T5" fmla="*/ 932 h 1590"/>
                                  <a:gd name="T6" fmla="*/ 416 w 2488"/>
                                  <a:gd name="T7" fmla="*/ 1174 h 1590"/>
                                  <a:gd name="T8" fmla="*/ 0 w 2488"/>
                                  <a:gd name="T9" fmla="*/ 1590 h 1590"/>
                                  <a:gd name="T10" fmla="*/ 532 w 2488"/>
                                  <a:gd name="T11" fmla="*/ 1024 h 1590"/>
                                  <a:gd name="T12" fmla="*/ 990 w 2488"/>
                                  <a:gd name="T13" fmla="*/ 741 h 1590"/>
                                  <a:gd name="T14" fmla="*/ 1873 w 2488"/>
                                  <a:gd name="T15" fmla="*/ 266 h 1590"/>
                                  <a:gd name="T16" fmla="*/ 2488 w 2488"/>
                                  <a:gd name="T17" fmla="*/ 0 h 15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488" h="1590">
                                    <a:moveTo>
                                      <a:pt x="2488" y="0"/>
                                    </a:moveTo>
                                    <a:lnTo>
                                      <a:pt x="1448" y="508"/>
                                    </a:lnTo>
                                    <a:lnTo>
                                      <a:pt x="724" y="932"/>
                                    </a:lnTo>
                                    <a:lnTo>
                                      <a:pt x="416" y="1174"/>
                                    </a:lnTo>
                                    <a:lnTo>
                                      <a:pt x="0" y="1590"/>
                                    </a:lnTo>
                                    <a:lnTo>
                                      <a:pt x="532" y="1024"/>
                                    </a:lnTo>
                                    <a:lnTo>
                                      <a:pt x="990" y="741"/>
                                    </a:lnTo>
                                    <a:lnTo>
                                      <a:pt x="1873" y="266"/>
                                    </a:lnTo>
                                    <a:lnTo>
                                      <a:pt x="248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35728B" id="Freeform 429" o:spid="_x0000_s1026" style="position:absolute;margin-left:171.8pt;margin-top:82.6pt;width:124.4pt;height:79.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88,1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" path="m2488,l1448,508,724,932,416,1174,,1590,532,1024,990,741,1873,266,2488,xe" fillcolor="#333">
                      <v:path arrowok="t" o:connecttype="custom" o:connectlocs="1579880,0;919480,322580;459740,591820;264160,745490;0,1009650;337820,650240;628650,470535;1189355,168910;1579880,0" o:connectangles="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6218" behindDoc="0" locked="0" layoutInCell="1" allowOverlap="1">
                      <wp:simplePos x="0" y="0"/>
                      <wp:positionH relativeFrom="column">
                        <wp:posOffset>1473835</wp:posOffset>
                      </wp:positionH>
                      <wp:positionV relativeFrom="paragraph">
                        <wp:posOffset>2407285</wp:posOffset>
                      </wp:positionV>
                      <wp:extent cx="647700" cy="1860550"/>
                      <wp:effectExtent l="31750" t="9525" r="15875" b="53975"/>
                      <wp:wrapNone/>
                      <wp:docPr id="57" name="Freeform 4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47700" cy="1860550"/>
                              </a:xfrm>
                              <a:custGeom>
                                <a:avLst/>
                                <a:gdLst>
                                  <a:gd name="T0" fmla="*/ 1010 w 1020"/>
                                  <a:gd name="T1" fmla="*/ 30 h 2930"/>
                                  <a:gd name="T2" fmla="*/ 1020 w 1020"/>
                                  <a:gd name="T3" fmla="*/ 200 h 2930"/>
                                  <a:gd name="T4" fmla="*/ 995 w 1020"/>
                                  <a:gd name="T5" fmla="*/ 395 h 2930"/>
                                  <a:gd name="T6" fmla="*/ 930 w 1020"/>
                                  <a:gd name="T7" fmla="*/ 610 h 2930"/>
                                  <a:gd name="T8" fmla="*/ 835 w 1020"/>
                                  <a:gd name="T9" fmla="*/ 860 h 2930"/>
                                  <a:gd name="T10" fmla="*/ 720 w 1020"/>
                                  <a:gd name="T11" fmla="*/ 1090 h 2930"/>
                                  <a:gd name="T12" fmla="*/ 590 w 1020"/>
                                  <a:gd name="T13" fmla="*/ 1325 h 2930"/>
                                  <a:gd name="T14" fmla="*/ 490 w 1020"/>
                                  <a:gd name="T15" fmla="*/ 1525 h 2930"/>
                                  <a:gd name="T16" fmla="*/ 390 w 1020"/>
                                  <a:gd name="T17" fmla="*/ 1785 h 2930"/>
                                  <a:gd name="T18" fmla="*/ 300 w 1020"/>
                                  <a:gd name="T19" fmla="*/ 2070 h 2930"/>
                                  <a:gd name="T20" fmla="*/ 215 w 1020"/>
                                  <a:gd name="T21" fmla="*/ 2335 h 2930"/>
                                  <a:gd name="T22" fmla="*/ 155 w 1020"/>
                                  <a:gd name="T23" fmla="*/ 2555 h 2930"/>
                                  <a:gd name="T24" fmla="*/ 75 w 1020"/>
                                  <a:gd name="T25" fmla="*/ 2825 h 2930"/>
                                  <a:gd name="T26" fmla="*/ 0 w 1020"/>
                                  <a:gd name="T27" fmla="*/ 2930 h 2930"/>
                                  <a:gd name="T28" fmla="*/ 80 w 1020"/>
                                  <a:gd name="T29" fmla="*/ 2755 h 2930"/>
                                  <a:gd name="T30" fmla="*/ 225 w 1020"/>
                                  <a:gd name="T31" fmla="*/ 2240 h 2930"/>
                                  <a:gd name="T32" fmla="*/ 330 w 1020"/>
                                  <a:gd name="T33" fmla="*/ 1890 h 2930"/>
                                  <a:gd name="T34" fmla="*/ 405 w 1020"/>
                                  <a:gd name="T35" fmla="*/ 1665 h 2930"/>
                                  <a:gd name="T36" fmla="*/ 530 w 1020"/>
                                  <a:gd name="T37" fmla="*/ 1405 h 2930"/>
                                  <a:gd name="T38" fmla="*/ 680 w 1020"/>
                                  <a:gd name="T39" fmla="*/ 1130 h 2930"/>
                                  <a:gd name="T40" fmla="*/ 835 w 1020"/>
                                  <a:gd name="T41" fmla="*/ 800 h 2930"/>
                                  <a:gd name="T42" fmla="*/ 915 w 1020"/>
                                  <a:gd name="T43" fmla="*/ 610 h 2930"/>
                                  <a:gd name="T44" fmla="*/ 995 w 1020"/>
                                  <a:gd name="T45" fmla="*/ 320 h 2930"/>
                                  <a:gd name="T46" fmla="*/ 1010 w 1020"/>
                                  <a:gd name="T47" fmla="*/ 65 h 2930"/>
                                  <a:gd name="T48" fmla="*/ 1000 w 1020"/>
                                  <a:gd name="T49" fmla="*/ 0 h 29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1020" h="2930">
                                    <a:moveTo>
                                      <a:pt x="1010" y="30"/>
                                    </a:moveTo>
                                    <a:lnTo>
                                      <a:pt x="1020" y="200"/>
                                    </a:lnTo>
                                    <a:lnTo>
                                      <a:pt x="995" y="395"/>
                                    </a:lnTo>
                                    <a:lnTo>
                                      <a:pt x="930" y="610"/>
                                    </a:lnTo>
                                    <a:lnTo>
                                      <a:pt x="835" y="860"/>
                                    </a:lnTo>
                                    <a:lnTo>
                                      <a:pt x="720" y="1090"/>
                                    </a:lnTo>
                                    <a:lnTo>
                                      <a:pt x="590" y="1325"/>
                                    </a:lnTo>
                                    <a:lnTo>
                                      <a:pt x="490" y="1525"/>
                                    </a:lnTo>
                                    <a:lnTo>
                                      <a:pt x="390" y="1785"/>
                                    </a:lnTo>
                                    <a:lnTo>
                                      <a:pt x="300" y="2070"/>
                                    </a:lnTo>
                                    <a:lnTo>
                                      <a:pt x="215" y="2335"/>
                                    </a:lnTo>
                                    <a:lnTo>
                                      <a:pt x="155" y="2555"/>
                                    </a:lnTo>
                                    <a:lnTo>
                                      <a:pt x="75" y="2825"/>
                                    </a:lnTo>
                                    <a:lnTo>
                                      <a:pt x="0" y="2930"/>
                                    </a:lnTo>
                                    <a:lnTo>
                                      <a:pt x="80" y="2755"/>
                                    </a:lnTo>
                                    <a:lnTo>
                                      <a:pt x="225" y="2240"/>
                                    </a:lnTo>
                                    <a:lnTo>
                                      <a:pt x="330" y="1890"/>
                                    </a:lnTo>
                                    <a:lnTo>
                                      <a:pt x="405" y="1665"/>
                                    </a:lnTo>
                                    <a:lnTo>
                                      <a:pt x="530" y="1405"/>
                                    </a:lnTo>
                                    <a:lnTo>
                                      <a:pt x="680" y="1130"/>
                                    </a:lnTo>
                                    <a:lnTo>
                                      <a:pt x="835" y="800"/>
                                    </a:lnTo>
                                    <a:lnTo>
                                      <a:pt x="915" y="610"/>
                                    </a:lnTo>
                                    <a:lnTo>
                                      <a:pt x="995" y="320"/>
                                    </a:lnTo>
                                    <a:lnTo>
                                      <a:pt x="1010" y="65"/>
                                    </a:lnTo>
                                    <a:lnTo>
                                      <a:pt x="100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2B08003F" id="Freeform 428" o:spid="_x0000_s1026" style="position:absolute;z-index:2516362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66.55pt,191.05pt,167.05pt,199.55pt,165.8pt,209.3pt,162.55pt,220.05pt,157.8pt,232.55pt,152.05pt,244.05pt,145.55pt,255.8pt,140.55pt,265.8pt,135.55pt,278.8pt,131.05pt,293.05pt,126.8pt,306.3pt,123.8pt,317.3pt,119.8pt,330.8pt,116.05pt,336.05pt,120.05pt,327.3pt,127.3pt,301.55pt,132.55pt,284.05pt,136.3pt,272.8pt,142.55pt,259.8pt,150.05pt,246.05pt,157.8pt,229.55pt,161.8pt,220.05pt,165.8pt,205.55pt,166.55pt,192.8pt,166.05pt,189.55pt" coordsize="1020,2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" fillcolor="#333">
                      <v:path arrowok="t" o:connecttype="custom" o:connectlocs="641350,19050;647700,127000;631825,250825;590550,387350;530225,546100;457200,692150;374650,841375;311150,968375;247650,1133475;190500,1314450;136525,1482725;98425,1622425;47625,1793875;0,1860550;50800,1749425;142875,1422400;209550,1200150;257175,1057275;336550,892175;431800,717550;530225,508000;581025,387350;631825,203200;641350,41275;635000,0" o:connectangles="0,0,0,0,0,0,0,0,0,0,0,0,0,0,0,0,0,0,0,0,0,0,0,0,0"/>
                    </v:poly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7243" behindDoc="0" locked="0" layoutInCell="1" allowOverlap="1">
                      <wp:simplePos x="0" y="0"/>
                      <wp:positionH relativeFrom="column">
                        <wp:posOffset>1470660</wp:posOffset>
                      </wp:positionH>
                      <wp:positionV relativeFrom="paragraph">
                        <wp:posOffset>2280285</wp:posOffset>
                      </wp:positionV>
                      <wp:extent cx="704850" cy="2051050"/>
                      <wp:effectExtent l="38100" t="6350" r="9525" b="47625"/>
                      <wp:wrapNone/>
                      <wp:docPr id="56" name="Freeform 4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04850" cy="2051050"/>
                              </a:xfrm>
                              <a:custGeom>
                                <a:avLst/>
                                <a:gdLst>
                                  <a:gd name="T0" fmla="*/ 1110 w 1110"/>
                                  <a:gd name="T1" fmla="*/ 0 h 3230"/>
                                  <a:gd name="T2" fmla="*/ 1065 w 1110"/>
                                  <a:gd name="T3" fmla="*/ 205 h 3230"/>
                                  <a:gd name="T4" fmla="*/ 1060 w 1110"/>
                                  <a:gd name="T5" fmla="*/ 450 h 3230"/>
                                  <a:gd name="T6" fmla="*/ 1040 w 1110"/>
                                  <a:gd name="T7" fmla="*/ 600 h 3230"/>
                                  <a:gd name="T8" fmla="*/ 940 w 1110"/>
                                  <a:gd name="T9" fmla="*/ 935 h 3230"/>
                                  <a:gd name="T10" fmla="*/ 825 w 1110"/>
                                  <a:gd name="T11" fmla="*/ 1190 h 3230"/>
                                  <a:gd name="T12" fmla="*/ 650 w 1110"/>
                                  <a:gd name="T13" fmla="*/ 1515 h 3230"/>
                                  <a:gd name="T14" fmla="*/ 500 w 1110"/>
                                  <a:gd name="T15" fmla="*/ 1815 h 3230"/>
                                  <a:gd name="T16" fmla="*/ 415 w 1110"/>
                                  <a:gd name="T17" fmla="*/ 2055 h 3230"/>
                                  <a:gd name="T18" fmla="*/ 295 w 1110"/>
                                  <a:gd name="T19" fmla="*/ 2425 h 3230"/>
                                  <a:gd name="T20" fmla="*/ 185 w 1110"/>
                                  <a:gd name="T21" fmla="*/ 2800 h 3230"/>
                                  <a:gd name="T22" fmla="*/ 110 w 1110"/>
                                  <a:gd name="T23" fmla="*/ 3040 h 3230"/>
                                  <a:gd name="T24" fmla="*/ 40 w 1110"/>
                                  <a:gd name="T25" fmla="*/ 3165 h 3230"/>
                                  <a:gd name="T26" fmla="*/ 0 w 1110"/>
                                  <a:gd name="T27" fmla="*/ 3230 h 3230"/>
                                  <a:gd name="T28" fmla="*/ 65 w 1110"/>
                                  <a:gd name="T29" fmla="*/ 3160 h 3230"/>
                                  <a:gd name="T30" fmla="*/ 135 w 1110"/>
                                  <a:gd name="T31" fmla="*/ 3030 h 3230"/>
                                  <a:gd name="T32" fmla="*/ 320 w 1110"/>
                                  <a:gd name="T33" fmla="*/ 2425 h 3230"/>
                                  <a:gd name="T34" fmla="*/ 505 w 1110"/>
                                  <a:gd name="T35" fmla="*/ 1860 h 3230"/>
                                  <a:gd name="T36" fmla="*/ 595 w 1110"/>
                                  <a:gd name="T37" fmla="*/ 1655 h 3230"/>
                                  <a:gd name="T38" fmla="*/ 740 w 1110"/>
                                  <a:gd name="T39" fmla="*/ 1380 h 3230"/>
                                  <a:gd name="T40" fmla="*/ 865 w 1110"/>
                                  <a:gd name="T41" fmla="*/ 1140 h 3230"/>
                                  <a:gd name="T42" fmla="*/ 1000 w 1110"/>
                                  <a:gd name="T43" fmla="*/ 825 h 3230"/>
                                  <a:gd name="T44" fmla="*/ 1085 w 1110"/>
                                  <a:gd name="T45" fmla="*/ 505 h 3230"/>
                                  <a:gd name="T46" fmla="*/ 1085 w 1110"/>
                                  <a:gd name="T47" fmla="*/ 305 h 3230"/>
                                  <a:gd name="T48" fmla="*/ 1080 w 1110"/>
                                  <a:gd name="T49" fmla="*/ 150 h 3230"/>
                                  <a:gd name="T50" fmla="*/ 1110 w 1110"/>
                                  <a:gd name="T51" fmla="*/ 0 h 32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1110" h="3230">
                                    <a:moveTo>
                                      <a:pt x="1110" y="0"/>
                                    </a:moveTo>
                                    <a:lnTo>
                                      <a:pt x="1065" y="205"/>
                                    </a:lnTo>
                                    <a:lnTo>
                                      <a:pt x="1060" y="450"/>
                                    </a:lnTo>
                                    <a:lnTo>
                                      <a:pt x="1040" y="600"/>
                                    </a:lnTo>
                                    <a:lnTo>
                                      <a:pt x="940" y="935"/>
                                    </a:lnTo>
                                    <a:lnTo>
                                      <a:pt x="825" y="1190"/>
                                    </a:lnTo>
                                    <a:lnTo>
                                      <a:pt x="650" y="1515"/>
                                    </a:lnTo>
                                    <a:lnTo>
                                      <a:pt x="500" y="1815"/>
                                    </a:lnTo>
                                    <a:lnTo>
                                      <a:pt x="415" y="2055"/>
                                    </a:lnTo>
                                    <a:lnTo>
                                      <a:pt x="295" y="2425"/>
                                    </a:lnTo>
                                    <a:lnTo>
                                      <a:pt x="185" y="2800"/>
                                    </a:lnTo>
                                    <a:lnTo>
                                      <a:pt x="110" y="3040"/>
                                    </a:lnTo>
                                    <a:lnTo>
                                      <a:pt x="40" y="3165"/>
                                    </a:lnTo>
                                    <a:lnTo>
                                      <a:pt x="0" y="3230"/>
                                    </a:lnTo>
                                    <a:lnTo>
                                      <a:pt x="65" y="3160"/>
                                    </a:lnTo>
                                    <a:lnTo>
                                      <a:pt x="135" y="3030"/>
                                    </a:lnTo>
                                    <a:lnTo>
                                      <a:pt x="320" y="2425"/>
                                    </a:lnTo>
                                    <a:lnTo>
                                      <a:pt x="505" y="1860"/>
                                    </a:lnTo>
                                    <a:lnTo>
                                      <a:pt x="595" y="1655"/>
                                    </a:lnTo>
                                    <a:lnTo>
                                      <a:pt x="740" y="1380"/>
                                    </a:lnTo>
                                    <a:lnTo>
                                      <a:pt x="865" y="1140"/>
                                    </a:lnTo>
                                    <a:lnTo>
                                      <a:pt x="1000" y="825"/>
                                    </a:lnTo>
                                    <a:lnTo>
                                      <a:pt x="1085" y="505"/>
                                    </a:lnTo>
                                    <a:lnTo>
                                      <a:pt x="1085" y="305"/>
                                    </a:lnTo>
                                    <a:lnTo>
                                      <a:pt x="1080" y="150"/>
                                    </a:lnTo>
                                    <a:lnTo>
                                      <a:pt x="111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C82668" id="Freeform 427" o:spid="_x0000_s1026" style="position:absolute;margin-left:115.8pt;margin-top:179.55pt;width:55.5pt;height:161.5pt;z-index:251637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10,3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" path="m1110,r-45,205l1060,450r-20,150l940,935,825,1190,650,1515,500,1815r-85,240l295,2425,185,2800r-75,240l40,3165,,3230r65,-70l135,3030,320,2425,505,1860r90,-205l740,1380,865,1140,1000,825r85,-320l1085,305r-5,-155l1110,xe" fillcolor="#333">
                      <v:path arrowok="t" o:connecttype="custom" o:connectlocs="704850,0;676275,130175;673100,285750;660400,381000;596900,593725;523875,755650;412750,962025;317500,1152525;263525,1304925;187325,1539875;117475,1778000;69850,1930400;25400,2009775;0,2051050;41275,2006600;85725,1924050;203200,1539875;320675,1181100;377825,1050925;469900,876300;549275,723900;635000,523875;688975,320675;688975,193675;685800,95250;704850,0" o:connectangles="0,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8268" behindDoc="0" locked="0" layoutInCell="1" allowOverlap="1">
                      <wp:simplePos x="0" y="0"/>
                      <wp:positionH relativeFrom="column">
                        <wp:posOffset>1429385</wp:posOffset>
                      </wp:positionH>
                      <wp:positionV relativeFrom="paragraph">
                        <wp:posOffset>2407285</wp:posOffset>
                      </wp:positionV>
                      <wp:extent cx="676275" cy="1679575"/>
                      <wp:effectExtent l="6350" t="9525" r="60325" b="34925"/>
                      <wp:wrapNone/>
                      <wp:docPr id="55" name="Freeform 4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76275" cy="1679575"/>
                              </a:xfrm>
                              <a:custGeom>
                                <a:avLst/>
                                <a:gdLst>
                                  <a:gd name="T0" fmla="*/ 1065 w 1065"/>
                                  <a:gd name="T1" fmla="*/ 0 h 2645"/>
                                  <a:gd name="T2" fmla="*/ 940 w 1065"/>
                                  <a:gd name="T3" fmla="*/ 260 h 2645"/>
                                  <a:gd name="T4" fmla="*/ 845 w 1065"/>
                                  <a:gd name="T5" fmla="*/ 480 h 2645"/>
                                  <a:gd name="T6" fmla="*/ 720 w 1065"/>
                                  <a:gd name="T7" fmla="*/ 730 h 2645"/>
                                  <a:gd name="T8" fmla="*/ 640 w 1065"/>
                                  <a:gd name="T9" fmla="*/ 895 h 2645"/>
                                  <a:gd name="T10" fmla="*/ 530 w 1065"/>
                                  <a:gd name="T11" fmla="*/ 1135 h 2645"/>
                                  <a:gd name="T12" fmla="*/ 415 w 1065"/>
                                  <a:gd name="T13" fmla="*/ 1370 h 2645"/>
                                  <a:gd name="T14" fmla="*/ 345 w 1065"/>
                                  <a:gd name="T15" fmla="*/ 1510 h 2645"/>
                                  <a:gd name="T16" fmla="*/ 275 w 1065"/>
                                  <a:gd name="T17" fmla="*/ 1740 h 2645"/>
                                  <a:gd name="T18" fmla="*/ 210 w 1065"/>
                                  <a:gd name="T19" fmla="*/ 1950 h 2645"/>
                                  <a:gd name="T20" fmla="*/ 170 w 1065"/>
                                  <a:gd name="T21" fmla="*/ 2125 h 2645"/>
                                  <a:gd name="T22" fmla="*/ 100 w 1065"/>
                                  <a:gd name="T23" fmla="*/ 2335 h 2645"/>
                                  <a:gd name="T24" fmla="*/ 0 w 1065"/>
                                  <a:gd name="T25" fmla="*/ 2580 h 2645"/>
                                  <a:gd name="T26" fmla="*/ 0 w 1065"/>
                                  <a:gd name="T27" fmla="*/ 2645 h 2645"/>
                                  <a:gd name="T28" fmla="*/ 110 w 1065"/>
                                  <a:gd name="T29" fmla="*/ 2360 h 2645"/>
                                  <a:gd name="T30" fmla="*/ 195 w 1065"/>
                                  <a:gd name="T31" fmla="*/ 2115 h 2645"/>
                                  <a:gd name="T32" fmla="*/ 270 w 1065"/>
                                  <a:gd name="T33" fmla="*/ 1825 h 2645"/>
                                  <a:gd name="T34" fmla="*/ 335 w 1065"/>
                                  <a:gd name="T35" fmla="*/ 1595 h 2645"/>
                                  <a:gd name="T36" fmla="*/ 500 w 1065"/>
                                  <a:gd name="T37" fmla="*/ 1225 h 2645"/>
                                  <a:gd name="T38" fmla="*/ 660 w 1065"/>
                                  <a:gd name="T39" fmla="*/ 910 h 2645"/>
                                  <a:gd name="T40" fmla="*/ 810 w 1065"/>
                                  <a:gd name="T41" fmla="*/ 600 h 2645"/>
                                  <a:gd name="T42" fmla="*/ 890 w 1065"/>
                                  <a:gd name="T43" fmla="*/ 420 h 2645"/>
                                  <a:gd name="T44" fmla="*/ 1005 w 1065"/>
                                  <a:gd name="T45" fmla="*/ 155 h 2645"/>
                                  <a:gd name="T46" fmla="*/ 1065 w 1065"/>
                                  <a:gd name="T47" fmla="*/ 0 h 26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1065" h="2645">
                                    <a:moveTo>
                                      <a:pt x="1065" y="0"/>
                                    </a:moveTo>
                                    <a:lnTo>
                                      <a:pt x="940" y="260"/>
                                    </a:lnTo>
                                    <a:lnTo>
                                      <a:pt x="845" y="480"/>
                                    </a:lnTo>
                                    <a:lnTo>
                                      <a:pt x="720" y="730"/>
                                    </a:lnTo>
                                    <a:lnTo>
                                      <a:pt x="640" y="895"/>
                                    </a:lnTo>
                                    <a:lnTo>
                                      <a:pt x="530" y="1135"/>
                                    </a:lnTo>
                                    <a:lnTo>
                                      <a:pt x="415" y="1370"/>
                                    </a:lnTo>
                                    <a:lnTo>
                                      <a:pt x="345" y="1510"/>
                                    </a:lnTo>
                                    <a:lnTo>
                                      <a:pt x="275" y="1740"/>
                                    </a:lnTo>
                                    <a:lnTo>
                                      <a:pt x="210" y="1950"/>
                                    </a:lnTo>
                                    <a:lnTo>
                                      <a:pt x="170" y="2125"/>
                                    </a:lnTo>
                                    <a:lnTo>
                                      <a:pt x="100" y="2335"/>
                                    </a:lnTo>
                                    <a:lnTo>
                                      <a:pt x="0" y="2580"/>
                                    </a:lnTo>
                                    <a:lnTo>
                                      <a:pt x="0" y="2645"/>
                                    </a:lnTo>
                                    <a:lnTo>
                                      <a:pt x="110" y="2360"/>
                                    </a:lnTo>
                                    <a:lnTo>
                                      <a:pt x="195" y="2115"/>
                                    </a:lnTo>
                                    <a:lnTo>
                                      <a:pt x="270" y="1825"/>
                                    </a:lnTo>
                                    <a:lnTo>
                                      <a:pt x="335" y="1595"/>
                                    </a:lnTo>
                                    <a:lnTo>
                                      <a:pt x="500" y="1225"/>
                                    </a:lnTo>
                                    <a:lnTo>
                                      <a:pt x="660" y="910"/>
                                    </a:lnTo>
                                    <a:lnTo>
                                      <a:pt x="810" y="600"/>
                                    </a:lnTo>
                                    <a:lnTo>
                                      <a:pt x="890" y="420"/>
                                    </a:lnTo>
                                    <a:lnTo>
                                      <a:pt x="1005" y="155"/>
                                    </a:lnTo>
                                    <a:lnTo>
                                      <a:pt x="106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D2F3A3" id="Freeform 426" o:spid="_x0000_s1026" style="position:absolute;margin-left:112.55pt;margin-top:189.55pt;width:53.25pt;height:132.25pt;z-index:25163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65,2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" path="m1065,l940,260,845,480,720,730,640,895,530,1135,415,1370r-70,140l275,1740r-65,210l170,2125r-70,210l,2580r,65l110,2360r85,-245l270,1825r65,-230l500,1225,660,910,810,600,890,420,1005,155,1065,xe" fillcolor="#333">
                      <v:path arrowok="t" o:connecttype="custom" o:connectlocs="676275,0;596900,165100;536575,304800;457200,463550;406400,568325;336550,720725;263525,869950;219075,958850;174625,1104900;133350,1238250;107950,1349375;63500,1482725;0,1638300;0,1679575;69850,1498600;123825,1343025;171450,1158875;212725,1012825;317500,777875;419100,577850;514350,381000;565150,266700;638175,98425;676275,0" o:connectangles="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9293" behindDoc="0" locked="0" layoutInCell="1" allowOverlap="1">
                      <wp:simplePos x="0" y="0"/>
                      <wp:positionH relativeFrom="column">
                        <wp:posOffset>1388110</wp:posOffset>
                      </wp:positionH>
                      <wp:positionV relativeFrom="paragraph">
                        <wp:posOffset>2207260</wp:posOffset>
                      </wp:positionV>
                      <wp:extent cx="755650" cy="1860550"/>
                      <wp:effectExtent l="31750" t="9525" r="60325" b="63500"/>
                      <wp:wrapNone/>
                      <wp:docPr id="54" name="Freeform 4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55650" cy="1860550"/>
                              </a:xfrm>
                              <a:custGeom>
                                <a:avLst/>
                                <a:gdLst>
                                  <a:gd name="T0" fmla="*/ 1190 w 1190"/>
                                  <a:gd name="T1" fmla="*/ 0 h 2930"/>
                                  <a:gd name="T2" fmla="*/ 1150 w 1190"/>
                                  <a:gd name="T3" fmla="*/ 135 h 2930"/>
                                  <a:gd name="T4" fmla="*/ 1055 w 1190"/>
                                  <a:gd name="T5" fmla="*/ 345 h 2930"/>
                                  <a:gd name="T6" fmla="*/ 935 w 1190"/>
                                  <a:gd name="T7" fmla="*/ 635 h 2930"/>
                                  <a:gd name="T8" fmla="*/ 760 w 1190"/>
                                  <a:gd name="T9" fmla="*/ 990 h 2930"/>
                                  <a:gd name="T10" fmla="*/ 665 w 1190"/>
                                  <a:gd name="T11" fmla="*/ 1210 h 2930"/>
                                  <a:gd name="T12" fmla="*/ 515 w 1190"/>
                                  <a:gd name="T13" fmla="*/ 1520 h 2930"/>
                                  <a:gd name="T14" fmla="*/ 410 w 1190"/>
                                  <a:gd name="T15" fmla="*/ 1730 h 2930"/>
                                  <a:gd name="T16" fmla="*/ 335 w 1190"/>
                                  <a:gd name="T17" fmla="*/ 1945 h 2930"/>
                                  <a:gd name="T18" fmla="*/ 265 w 1190"/>
                                  <a:gd name="T19" fmla="*/ 2180 h 2930"/>
                                  <a:gd name="T20" fmla="*/ 205 w 1190"/>
                                  <a:gd name="T21" fmla="*/ 2425 h 2930"/>
                                  <a:gd name="T22" fmla="*/ 140 w 1190"/>
                                  <a:gd name="T23" fmla="*/ 2615 h 2930"/>
                                  <a:gd name="T24" fmla="*/ 50 w 1190"/>
                                  <a:gd name="T25" fmla="*/ 2850 h 2930"/>
                                  <a:gd name="T26" fmla="*/ 0 w 1190"/>
                                  <a:gd name="T27" fmla="*/ 2930 h 2930"/>
                                  <a:gd name="T28" fmla="*/ 105 w 1190"/>
                                  <a:gd name="T29" fmla="*/ 2675 h 2930"/>
                                  <a:gd name="T30" fmla="*/ 195 w 1190"/>
                                  <a:gd name="T31" fmla="*/ 2380 h 2930"/>
                                  <a:gd name="T32" fmla="*/ 270 w 1190"/>
                                  <a:gd name="T33" fmla="*/ 2090 h 2930"/>
                                  <a:gd name="T34" fmla="*/ 355 w 1190"/>
                                  <a:gd name="T35" fmla="*/ 1800 h 2930"/>
                                  <a:gd name="T36" fmla="*/ 555 w 1190"/>
                                  <a:gd name="T37" fmla="*/ 1385 h 2930"/>
                                  <a:gd name="T38" fmla="*/ 780 w 1190"/>
                                  <a:gd name="T39" fmla="*/ 910 h 2930"/>
                                  <a:gd name="T40" fmla="*/ 1050 w 1190"/>
                                  <a:gd name="T41" fmla="*/ 310 h 2930"/>
                                  <a:gd name="T42" fmla="*/ 1165 w 1190"/>
                                  <a:gd name="T43" fmla="*/ 70 h 2930"/>
                                  <a:gd name="T44" fmla="*/ 1190 w 1190"/>
                                  <a:gd name="T45" fmla="*/ 0 h 29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1190" h="2930">
                                    <a:moveTo>
                                      <a:pt x="1190" y="0"/>
                                    </a:moveTo>
                                    <a:lnTo>
                                      <a:pt x="1150" y="135"/>
                                    </a:lnTo>
                                    <a:lnTo>
                                      <a:pt x="1055" y="345"/>
                                    </a:lnTo>
                                    <a:lnTo>
                                      <a:pt x="935" y="635"/>
                                    </a:lnTo>
                                    <a:lnTo>
                                      <a:pt x="760" y="990"/>
                                    </a:lnTo>
                                    <a:lnTo>
                                      <a:pt x="665" y="1210"/>
                                    </a:lnTo>
                                    <a:lnTo>
                                      <a:pt x="515" y="1520"/>
                                    </a:lnTo>
                                    <a:lnTo>
                                      <a:pt x="410" y="1730"/>
                                    </a:lnTo>
                                    <a:lnTo>
                                      <a:pt x="335" y="1945"/>
                                    </a:lnTo>
                                    <a:lnTo>
                                      <a:pt x="265" y="2180"/>
                                    </a:lnTo>
                                    <a:lnTo>
                                      <a:pt x="205" y="2425"/>
                                    </a:lnTo>
                                    <a:lnTo>
                                      <a:pt x="140" y="2615"/>
                                    </a:lnTo>
                                    <a:lnTo>
                                      <a:pt x="50" y="2850"/>
                                    </a:lnTo>
                                    <a:lnTo>
                                      <a:pt x="0" y="2930"/>
                                    </a:lnTo>
                                    <a:lnTo>
                                      <a:pt x="105" y="2675"/>
                                    </a:lnTo>
                                    <a:lnTo>
                                      <a:pt x="195" y="2380"/>
                                    </a:lnTo>
                                    <a:lnTo>
                                      <a:pt x="270" y="2090"/>
                                    </a:lnTo>
                                    <a:lnTo>
                                      <a:pt x="355" y="1800"/>
                                    </a:lnTo>
                                    <a:lnTo>
                                      <a:pt x="555" y="1385"/>
                                    </a:lnTo>
                                    <a:lnTo>
                                      <a:pt x="780" y="910"/>
                                    </a:lnTo>
                                    <a:lnTo>
                                      <a:pt x="1050" y="310"/>
                                    </a:lnTo>
                                    <a:lnTo>
                                      <a:pt x="1165" y="70"/>
                                    </a:lnTo>
                                    <a:lnTo>
                                      <a:pt x="119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FBDDDE" id="Freeform 425" o:spid="_x0000_s1026" style="position:absolute;margin-left:109.3pt;margin-top:173.8pt;width:59.5pt;height:146.5pt;z-index:251639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0,2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" path="m1190,r-40,135l1055,345,935,635,760,990r-95,220l515,1520,410,1730r-75,215l265,2180r-60,245l140,2615,50,2850,,2930,105,2675r90,-295l270,2090r85,-290l555,1385,780,910,1050,310,1165,70,1190,xe" fillcolor="#333">
                      <v:path arrowok="t" o:connecttype="custom" o:connectlocs="755650,0;730250,85725;669925,219075;593725,403225;482600,628650;422275,768350;327025,965200;260350,1098550;212725,1235075;168275,1384300;130175,1539875;88900,1660525;31750,1809750;0,1860550;66675,1698625;123825,1511300;171450,1327150;225425,1143000;352425,879475;495300,577850;666750,196850;739775,44450;755650,0" o:connectangles="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0318" behindDoc="0" locked="0" layoutInCell="1" allowOverlap="1">
                      <wp:simplePos x="0" y="0"/>
                      <wp:positionH relativeFrom="column">
                        <wp:posOffset>1181735</wp:posOffset>
                      </wp:positionH>
                      <wp:positionV relativeFrom="paragraph">
                        <wp:posOffset>2181860</wp:posOffset>
                      </wp:positionV>
                      <wp:extent cx="942975" cy="1981200"/>
                      <wp:effectExtent l="25400" t="41275" r="12700" b="34925"/>
                      <wp:wrapNone/>
                      <wp:docPr id="53" name="Freeform 4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42975" cy="1981200"/>
                              </a:xfrm>
                              <a:custGeom>
                                <a:avLst/>
                                <a:gdLst>
                                  <a:gd name="T0" fmla="*/ 1485 w 1485"/>
                                  <a:gd name="T1" fmla="*/ 0 h 3120"/>
                                  <a:gd name="T2" fmla="*/ 1355 w 1485"/>
                                  <a:gd name="T3" fmla="*/ 35 h 3120"/>
                                  <a:gd name="T4" fmla="*/ 1235 w 1485"/>
                                  <a:gd name="T5" fmla="*/ 115 h 3120"/>
                                  <a:gd name="T6" fmla="*/ 1105 w 1485"/>
                                  <a:gd name="T7" fmla="*/ 215 h 3120"/>
                                  <a:gd name="T8" fmla="*/ 1015 w 1485"/>
                                  <a:gd name="T9" fmla="*/ 310 h 3120"/>
                                  <a:gd name="T10" fmla="*/ 940 w 1485"/>
                                  <a:gd name="T11" fmla="*/ 440 h 3120"/>
                                  <a:gd name="T12" fmla="*/ 835 w 1485"/>
                                  <a:gd name="T13" fmla="*/ 650 h 3120"/>
                                  <a:gd name="T14" fmla="*/ 770 w 1485"/>
                                  <a:gd name="T15" fmla="*/ 860 h 3120"/>
                                  <a:gd name="T16" fmla="*/ 660 w 1485"/>
                                  <a:gd name="T17" fmla="*/ 1300 h 3120"/>
                                  <a:gd name="T18" fmla="*/ 590 w 1485"/>
                                  <a:gd name="T19" fmla="*/ 1595 h 3120"/>
                                  <a:gd name="T20" fmla="*/ 530 w 1485"/>
                                  <a:gd name="T21" fmla="*/ 1820 h 3120"/>
                                  <a:gd name="T22" fmla="*/ 485 w 1485"/>
                                  <a:gd name="T23" fmla="*/ 2000 h 3120"/>
                                  <a:gd name="T24" fmla="*/ 400 w 1485"/>
                                  <a:gd name="T25" fmla="*/ 2315 h 3120"/>
                                  <a:gd name="T26" fmla="*/ 360 w 1485"/>
                                  <a:gd name="T27" fmla="*/ 2500 h 3120"/>
                                  <a:gd name="T28" fmla="*/ 325 w 1485"/>
                                  <a:gd name="T29" fmla="*/ 2605 h 3120"/>
                                  <a:gd name="T30" fmla="*/ 270 w 1485"/>
                                  <a:gd name="T31" fmla="*/ 2725 h 3120"/>
                                  <a:gd name="T32" fmla="*/ 210 w 1485"/>
                                  <a:gd name="T33" fmla="*/ 2810 h 3120"/>
                                  <a:gd name="T34" fmla="*/ 120 w 1485"/>
                                  <a:gd name="T35" fmla="*/ 2945 h 3120"/>
                                  <a:gd name="T36" fmla="*/ 15 w 1485"/>
                                  <a:gd name="T37" fmla="*/ 3070 h 3120"/>
                                  <a:gd name="T38" fmla="*/ 0 w 1485"/>
                                  <a:gd name="T39" fmla="*/ 3120 h 3120"/>
                                  <a:gd name="T40" fmla="*/ 125 w 1485"/>
                                  <a:gd name="T41" fmla="*/ 2965 h 3120"/>
                                  <a:gd name="T42" fmla="*/ 250 w 1485"/>
                                  <a:gd name="T43" fmla="*/ 2790 h 3120"/>
                                  <a:gd name="T44" fmla="*/ 310 w 1485"/>
                                  <a:gd name="T45" fmla="*/ 2690 h 3120"/>
                                  <a:gd name="T46" fmla="*/ 360 w 1485"/>
                                  <a:gd name="T47" fmla="*/ 2565 h 3120"/>
                                  <a:gd name="T48" fmla="*/ 440 w 1485"/>
                                  <a:gd name="T49" fmla="*/ 2275 h 3120"/>
                                  <a:gd name="T50" fmla="*/ 595 w 1485"/>
                                  <a:gd name="T51" fmla="*/ 1660 h 3120"/>
                                  <a:gd name="T52" fmla="*/ 785 w 1485"/>
                                  <a:gd name="T53" fmla="*/ 900 h 3120"/>
                                  <a:gd name="T54" fmla="*/ 880 w 1485"/>
                                  <a:gd name="T55" fmla="*/ 610 h 3120"/>
                                  <a:gd name="T56" fmla="*/ 965 w 1485"/>
                                  <a:gd name="T57" fmla="*/ 435 h 3120"/>
                                  <a:gd name="T58" fmla="*/ 1050 w 1485"/>
                                  <a:gd name="T59" fmla="*/ 300 h 3120"/>
                                  <a:gd name="T60" fmla="*/ 1160 w 1485"/>
                                  <a:gd name="T61" fmla="*/ 195 h 3120"/>
                                  <a:gd name="T62" fmla="*/ 1290 w 1485"/>
                                  <a:gd name="T63" fmla="*/ 95 h 3120"/>
                                  <a:gd name="T64" fmla="*/ 1415 w 1485"/>
                                  <a:gd name="T65" fmla="*/ 25 h 3120"/>
                                  <a:gd name="T66" fmla="*/ 1485 w 1485"/>
                                  <a:gd name="T67" fmla="*/ 0 h 31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485" h="3120">
                                    <a:moveTo>
                                      <a:pt x="1485" y="0"/>
                                    </a:moveTo>
                                    <a:lnTo>
                                      <a:pt x="1355" y="35"/>
                                    </a:lnTo>
                                    <a:lnTo>
                                      <a:pt x="1235" y="115"/>
                                    </a:lnTo>
                                    <a:lnTo>
                                      <a:pt x="1105" y="215"/>
                                    </a:lnTo>
                                    <a:lnTo>
                                      <a:pt x="1015" y="310"/>
                                    </a:lnTo>
                                    <a:lnTo>
                                      <a:pt x="940" y="440"/>
                                    </a:lnTo>
                                    <a:lnTo>
                                      <a:pt x="835" y="650"/>
                                    </a:lnTo>
                                    <a:lnTo>
                                      <a:pt x="770" y="860"/>
                                    </a:lnTo>
                                    <a:lnTo>
                                      <a:pt x="660" y="1300"/>
                                    </a:lnTo>
                                    <a:lnTo>
                                      <a:pt x="590" y="1595"/>
                                    </a:lnTo>
                                    <a:lnTo>
                                      <a:pt x="530" y="1820"/>
                                    </a:lnTo>
                                    <a:lnTo>
                                      <a:pt x="485" y="2000"/>
                                    </a:lnTo>
                                    <a:lnTo>
                                      <a:pt x="400" y="2315"/>
                                    </a:lnTo>
                                    <a:lnTo>
                                      <a:pt x="360" y="2500"/>
                                    </a:lnTo>
                                    <a:lnTo>
                                      <a:pt x="325" y="2605"/>
                                    </a:lnTo>
                                    <a:lnTo>
                                      <a:pt x="270" y="2725"/>
                                    </a:lnTo>
                                    <a:lnTo>
                                      <a:pt x="210" y="2810"/>
                                    </a:lnTo>
                                    <a:lnTo>
                                      <a:pt x="120" y="2945"/>
                                    </a:lnTo>
                                    <a:lnTo>
                                      <a:pt x="15" y="3070"/>
                                    </a:lnTo>
                                    <a:lnTo>
                                      <a:pt x="0" y="3120"/>
                                    </a:lnTo>
                                    <a:lnTo>
                                      <a:pt x="125" y="2965"/>
                                    </a:lnTo>
                                    <a:lnTo>
                                      <a:pt x="250" y="2790"/>
                                    </a:lnTo>
                                    <a:lnTo>
                                      <a:pt x="310" y="2690"/>
                                    </a:lnTo>
                                    <a:lnTo>
                                      <a:pt x="360" y="2565"/>
                                    </a:lnTo>
                                    <a:lnTo>
                                      <a:pt x="440" y="2275"/>
                                    </a:lnTo>
                                    <a:lnTo>
                                      <a:pt x="595" y="1660"/>
                                    </a:lnTo>
                                    <a:lnTo>
                                      <a:pt x="785" y="900"/>
                                    </a:lnTo>
                                    <a:lnTo>
                                      <a:pt x="880" y="610"/>
                                    </a:lnTo>
                                    <a:lnTo>
                                      <a:pt x="965" y="435"/>
                                    </a:lnTo>
                                    <a:lnTo>
                                      <a:pt x="1050" y="300"/>
                                    </a:lnTo>
                                    <a:lnTo>
                                      <a:pt x="1160" y="195"/>
                                    </a:lnTo>
                                    <a:lnTo>
                                      <a:pt x="1290" y="95"/>
                                    </a:lnTo>
                                    <a:lnTo>
                                      <a:pt x="1415" y="25"/>
                                    </a:lnTo>
                                    <a:lnTo>
                                      <a:pt x="148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2CE742" id="Freeform 424" o:spid="_x0000_s1026" style="position:absolute;margin-left:93.05pt;margin-top:171.8pt;width:74.25pt;height:156pt;z-index:251640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85,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" path="m1485,l1355,35r-120,80l1105,215r-90,95l940,440,835,650,770,860,660,1300r-70,295l530,1820r-45,180l400,2315r-40,185l325,2605r-55,120l210,2810r-90,135l15,3070,,3120,125,2965,250,2790r60,-100l360,2565r80,-290l595,1660,785,900,880,610,965,435r85,-135l1160,195,1290,95,1415,25,1485,xe" fillcolor="#333">
                      <v:path arrowok="t" o:connecttype="custom" o:connectlocs="942975,0;860425,22225;784225,73025;701675,136525;644525,196850;596900,279400;530225,412750;488950,546100;419100,825500;374650,1012825;336550,1155700;307975,1270000;254000,1470025;228600,1587500;206375,1654175;171450,1730375;133350,1784350;76200,1870075;9525,1949450;0,1981200;79375,1882775;158750,1771650;196850,1708150;228600,1628775;279400,1444625;377825,1054100;498475,571500;558800,387350;612775,276225;666750,190500;736600,123825;819150,60325;898525,15875;942975,0" o:connectangles="0,0,0,0,0,0,0,0,0,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1343" behindDoc="0" locked="0" layoutInCell="1" allowOverlap="1">
                      <wp:simplePos x="0" y="0"/>
                      <wp:positionH relativeFrom="column">
                        <wp:posOffset>1143635</wp:posOffset>
                      </wp:positionH>
                      <wp:positionV relativeFrom="paragraph">
                        <wp:posOffset>2058035</wp:posOffset>
                      </wp:positionV>
                      <wp:extent cx="1041400" cy="2070100"/>
                      <wp:effectExtent l="6350" t="69850" r="85725" b="12700"/>
                      <wp:wrapNone/>
                      <wp:docPr id="52" name="Freeform 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41400" cy="2070100"/>
                              </a:xfrm>
                              <a:custGeom>
                                <a:avLst/>
                                <a:gdLst>
                                  <a:gd name="T0" fmla="*/ 0 w 1640"/>
                                  <a:gd name="T1" fmla="*/ 3260 h 3260"/>
                                  <a:gd name="T2" fmla="*/ 85 w 1640"/>
                                  <a:gd name="T3" fmla="*/ 3180 h 3260"/>
                                  <a:gd name="T4" fmla="*/ 220 w 1640"/>
                                  <a:gd name="T5" fmla="*/ 3025 h 3260"/>
                                  <a:gd name="T6" fmla="*/ 315 w 1640"/>
                                  <a:gd name="T7" fmla="*/ 2860 h 3260"/>
                                  <a:gd name="T8" fmla="*/ 380 w 1640"/>
                                  <a:gd name="T9" fmla="*/ 2700 h 3260"/>
                                  <a:gd name="T10" fmla="*/ 440 w 1640"/>
                                  <a:gd name="T11" fmla="*/ 2460 h 3260"/>
                                  <a:gd name="T12" fmla="*/ 540 w 1640"/>
                                  <a:gd name="T13" fmla="*/ 2085 h 3260"/>
                                  <a:gd name="T14" fmla="*/ 620 w 1640"/>
                                  <a:gd name="T15" fmla="*/ 1715 h 3260"/>
                                  <a:gd name="T16" fmla="*/ 720 w 1640"/>
                                  <a:gd name="T17" fmla="*/ 1310 h 3260"/>
                                  <a:gd name="T18" fmla="*/ 850 w 1640"/>
                                  <a:gd name="T19" fmla="*/ 865 h 3260"/>
                                  <a:gd name="T20" fmla="*/ 965 w 1640"/>
                                  <a:gd name="T21" fmla="*/ 605 h 3260"/>
                                  <a:gd name="T22" fmla="*/ 1090 w 1640"/>
                                  <a:gd name="T23" fmla="*/ 425 h 3260"/>
                                  <a:gd name="T24" fmla="*/ 1255 w 1640"/>
                                  <a:gd name="T25" fmla="*/ 285 h 3260"/>
                                  <a:gd name="T26" fmla="*/ 1505 w 1640"/>
                                  <a:gd name="T27" fmla="*/ 130 h 3260"/>
                                  <a:gd name="T28" fmla="*/ 1640 w 1640"/>
                                  <a:gd name="T29" fmla="*/ 0 h 3260"/>
                                  <a:gd name="T30" fmla="*/ 1500 w 1640"/>
                                  <a:gd name="T31" fmla="*/ 110 h 3260"/>
                                  <a:gd name="T32" fmla="*/ 1355 w 1640"/>
                                  <a:gd name="T33" fmla="*/ 200 h 3260"/>
                                  <a:gd name="T34" fmla="*/ 1255 w 1640"/>
                                  <a:gd name="T35" fmla="*/ 260 h 3260"/>
                                  <a:gd name="T36" fmla="*/ 1135 w 1640"/>
                                  <a:gd name="T37" fmla="*/ 350 h 3260"/>
                                  <a:gd name="T38" fmla="*/ 1030 w 1640"/>
                                  <a:gd name="T39" fmla="*/ 460 h 3260"/>
                                  <a:gd name="T40" fmla="*/ 925 w 1640"/>
                                  <a:gd name="T41" fmla="*/ 620 h 3260"/>
                                  <a:gd name="T42" fmla="*/ 810 w 1640"/>
                                  <a:gd name="T43" fmla="*/ 895 h 3260"/>
                                  <a:gd name="T44" fmla="*/ 660 w 1640"/>
                                  <a:gd name="T45" fmla="*/ 1435 h 3260"/>
                                  <a:gd name="T46" fmla="*/ 550 w 1640"/>
                                  <a:gd name="T47" fmla="*/ 1930 h 3260"/>
                                  <a:gd name="T48" fmla="*/ 450 w 1640"/>
                                  <a:gd name="T49" fmla="*/ 2340 h 3260"/>
                                  <a:gd name="T50" fmla="*/ 370 w 1640"/>
                                  <a:gd name="T51" fmla="*/ 2645 h 3260"/>
                                  <a:gd name="T52" fmla="*/ 305 w 1640"/>
                                  <a:gd name="T53" fmla="*/ 2825 h 3260"/>
                                  <a:gd name="T54" fmla="*/ 240 w 1640"/>
                                  <a:gd name="T55" fmla="*/ 2935 h 3260"/>
                                  <a:gd name="T56" fmla="*/ 170 w 1640"/>
                                  <a:gd name="T57" fmla="*/ 3045 h 3260"/>
                                  <a:gd name="T58" fmla="*/ 80 w 1640"/>
                                  <a:gd name="T59" fmla="*/ 3155 h 3260"/>
                                  <a:gd name="T60" fmla="*/ 15 w 1640"/>
                                  <a:gd name="T61" fmla="*/ 3235 h 32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1640" h="3260">
                                    <a:moveTo>
                                      <a:pt x="0" y="3260"/>
                                    </a:moveTo>
                                    <a:lnTo>
                                      <a:pt x="85" y="3180"/>
                                    </a:lnTo>
                                    <a:lnTo>
                                      <a:pt x="220" y="3025"/>
                                    </a:lnTo>
                                    <a:lnTo>
                                      <a:pt x="315" y="2860"/>
                                    </a:lnTo>
                                    <a:lnTo>
                                      <a:pt x="380" y="2700"/>
                                    </a:lnTo>
                                    <a:lnTo>
                                      <a:pt x="440" y="2460"/>
                                    </a:lnTo>
                                    <a:lnTo>
                                      <a:pt x="540" y="2085"/>
                                    </a:lnTo>
                                    <a:lnTo>
                                      <a:pt x="620" y="1715"/>
                                    </a:lnTo>
                                    <a:lnTo>
                                      <a:pt x="720" y="1310"/>
                                    </a:lnTo>
                                    <a:lnTo>
                                      <a:pt x="850" y="865"/>
                                    </a:lnTo>
                                    <a:lnTo>
                                      <a:pt x="965" y="605"/>
                                    </a:lnTo>
                                    <a:lnTo>
                                      <a:pt x="1090" y="425"/>
                                    </a:lnTo>
                                    <a:lnTo>
                                      <a:pt x="1255" y="285"/>
                                    </a:lnTo>
                                    <a:lnTo>
                                      <a:pt x="1505" y="130"/>
                                    </a:lnTo>
                                    <a:lnTo>
                                      <a:pt x="1640" y="0"/>
                                    </a:lnTo>
                                    <a:lnTo>
                                      <a:pt x="1500" y="110"/>
                                    </a:lnTo>
                                    <a:lnTo>
                                      <a:pt x="1355" y="200"/>
                                    </a:lnTo>
                                    <a:lnTo>
                                      <a:pt x="1255" y="260"/>
                                    </a:lnTo>
                                    <a:lnTo>
                                      <a:pt x="1135" y="350"/>
                                    </a:lnTo>
                                    <a:lnTo>
                                      <a:pt x="1030" y="460"/>
                                    </a:lnTo>
                                    <a:lnTo>
                                      <a:pt x="925" y="620"/>
                                    </a:lnTo>
                                    <a:lnTo>
                                      <a:pt x="810" y="895"/>
                                    </a:lnTo>
                                    <a:lnTo>
                                      <a:pt x="660" y="1435"/>
                                    </a:lnTo>
                                    <a:lnTo>
                                      <a:pt x="550" y="1930"/>
                                    </a:lnTo>
                                    <a:lnTo>
                                      <a:pt x="450" y="2340"/>
                                    </a:lnTo>
                                    <a:lnTo>
                                      <a:pt x="370" y="2645"/>
                                    </a:lnTo>
                                    <a:lnTo>
                                      <a:pt x="305" y="2825"/>
                                    </a:lnTo>
                                    <a:lnTo>
                                      <a:pt x="240" y="2935"/>
                                    </a:lnTo>
                                    <a:lnTo>
                                      <a:pt x="170" y="3045"/>
                                    </a:lnTo>
                                    <a:lnTo>
                                      <a:pt x="80" y="3155"/>
                                    </a:lnTo>
                                    <a:lnTo>
                                      <a:pt x="15" y="3235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646F4FBC" id="Freeform 423" o:spid="_x0000_s1026" style="position:absolute;z-index:2516413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90.05pt,325.05pt,94.3pt,321.05pt,101.05pt,313.3pt,105.8pt,305.05pt,109.05pt,297.05pt,112.05pt,285.05pt,117.05pt,266.3pt,121.05pt,247.8pt,126.05pt,227.55pt,132.55pt,205.3pt,138.3pt,192.3pt,144.55pt,183.3pt,152.8pt,176.3pt,165.3pt,168.55pt,172.05pt,162.05pt,165.05pt,167.55pt,157.8pt,172.05pt,152.8pt,175.05pt,146.8pt,179.55pt,141.55pt,185.05pt,136.3pt,193.05pt,130.55pt,206.8pt,123.05pt,233.8pt,117.55pt,258.55pt,112.55pt,279.05pt,108.55pt,294.3pt,105.3pt,303.3pt,102.05pt,308.8pt,98.55pt,314.3pt,94.05pt,319.8pt,90.8pt,323.8pt" coordsize="1640,3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" fillcolor="#333">
                      <v:path arrowok="t" o:connecttype="custom" o:connectlocs="0,2070100;53975,2019300;139700,1920875;200025,1816100;241300,1714500;279400,1562100;342900,1323975;393700,1089025;457200,831850;539750,549275;612775,384175;692150,269875;796925,180975;955675,82550;1041400,0;952500,69850;860425,127000;796925,165100;720725,222250;654050,292100;587375,393700;514350,568325;419100,911225;349250,1225550;285750,1485900;234950,1679575;193675,1793875;152400,1863725;107950,1933575;50800,2003425;9525,2054225" o:connectangles="0,0,0,0,0,0,0,0,0,0,0,0,0,0,0,0,0,0,0,0,0,0,0,0,0,0,0,0,0,0,0"/>
                    </v:polylin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4036695</wp:posOffset>
                      </wp:positionH>
                      <wp:positionV relativeFrom="paragraph">
                        <wp:posOffset>603885</wp:posOffset>
                      </wp:positionV>
                      <wp:extent cx="306070" cy="152400"/>
                      <wp:effectExtent l="3810" t="6350" r="4445" b="3175"/>
                      <wp:wrapNone/>
                      <wp:docPr id="51" name="Text Box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BD203F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T91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89" o:spid="_x0000_s1026" type="#_x0000_t202" style="position:absolute;left:0;text-align:left;margin-left:317.85pt;margin-top:47.55pt;width:24.1pt;height:1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FCvog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BD203F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T91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>
                      <wp:simplePos x="0" y="0"/>
                      <wp:positionH relativeFrom="column">
                        <wp:posOffset>5684520</wp:posOffset>
                      </wp:positionH>
                      <wp:positionV relativeFrom="paragraph">
                        <wp:posOffset>589280</wp:posOffset>
                      </wp:positionV>
                      <wp:extent cx="133350" cy="476250"/>
                      <wp:effectExtent l="13335" t="10795" r="5715" b="8255"/>
                      <wp:wrapNone/>
                      <wp:docPr id="50" name="Freeform 3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3350" cy="476250"/>
                              </a:xfrm>
                              <a:custGeom>
                                <a:avLst/>
                                <a:gdLst>
                                  <a:gd name="T0" fmla="*/ 0 w 210"/>
                                  <a:gd name="T1" fmla="*/ 0 h 750"/>
                                  <a:gd name="T2" fmla="*/ 54 w 210"/>
                                  <a:gd name="T3" fmla="*/ 234 h 750"/>
                                  <a:gd name="T4" fmla="*/ 156 w 210"/>
                                  <a:gd name="T5" fmla="*/ 558 h 750"/>
                                  <a:gd name="T6" fmla="*/ 210 w 210"/>
                                  <a:gd name="T7" fmla="*/ 750 h 7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10" h="750">
                                    <a:moveTo>
                                      <a:pt x="0" y="0"/>
                                    </a:moveTo>
                                    <a:cubicBezTo>
                                      <a:pt x="9" y="39"/>
                                      <a:pt x="28" y="141"/>
                                      <a:pt x="54" y="234"/>
                                    </a:cubicBezTo>
                                    <a:cubicBezTo>
                                      <a:pt x="80" y="327"/>
                                      <a:pt x="130" y="472"/>
                                      <a:pt x="156" y="558"/>
                                    </a:cubicBezTo>
                                    <a:cubicBezTo>
                                      <a:pt x="182" y="644"/>
                                      <a:pt x="196" y="700"/>
                                      <a:pt x="210" y="75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20188" id="Freeform 377" o:spid="_x0000_s1026" style="position:absolute;margin-left:447.6pt;margin-top:46.4pt;width:10.5pt;height:37.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0,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" path="m,c9,39,28,141,54,234v26,93,76,238,102,324c182,644,196,700,210,750e" filled="f" strokecolor="gray">
                      <v:path arrowok="t" o:connecttype="custom" o:connectlocs="0,0;34290,148590;99060,354330;133350,476250" o:connectangles="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>
                      <wp:simplePos x="0" y="0"/>
                      <wp:positionH relativeFrom="column">
                        <wp:posOffset>5669280</wp:posOffset>
                      </wp:positionH>
                      <wp:positionV relativeFrom="paragraph">
                        <wp:posOffset>-8890</wp:posOffset>
                      </wp:positionV>
                      <wp:extent cx="91440" cy="612775"/>
                      <wp:effectExtent l="7620" t="12700" r="5715" b="12700"/>
                      <wp:wrapNone/>
                      <wp:docPr id="49" name="Freeform 3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91440" cy="612775"/>
                              </a:xfrm>
                              <a:custGeom>
                                <a:avLst/>
                                <a:gdLst>
                                  <a:gd name="T0" fmla="*/ 0 w 144"/>
                                  <a:gd name="T1" fmla="*/ 0 h 965"/>
                                  <a:gd name="T2" fmla="*/ 109 w 144"/>
                                  <a:gd name="T3" fmla="*/ 384 h 965"/>
                                  <a:gd name="T4" fmla="*/ 140 w 144"/>
                                  <a:gd name="T5" fmla="*/ 641 h 965"/>
                                  <a:gd name="T6" fmla="*/ 131 w 144"/>
                                  <a:gd name="T7" fmla="*/ 838 h 965"/>
                                  <a:gd name="T8" fmla="*/ 116 w 144"/>
                                  <a:gd name="T9" fmla="*/ 965 h 9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44" h="965">
                                    <a:moveTo>
                                      <a:pt x="0" y="0"/>
                                    </a:moveTo>
                                    <a:cubicBezTo>
                                      <a:pt x="20" y="64"/>
                                      <a:pt x="86" y="277"/>
                                      <a:pt x="109" y="384"/>
                                    </a:cubicBezTo>
                                    <a:cubicBezTo>
                                      <a:pt x="132" y="491"/>
                                      <a:pt x="136" y="565"/>
                                      <a:pt x="140" y="641"/>
                                    </a:cubicBezTo>
                                    <a:cubicBezTo>
                                      <a:pt x="144" y="717"/>
                                      <a:pt x="135" y="784"/>
                                      <a:pt x="131" y="838"/>
                                    </a:cubicBezTo>
                                    <a:cubicBezTo>
                                      <a:pt x="127" y="892"/>
                                      <a:pt x="122" y="928"/>
                                      <a:pt x="116" y="965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C0748A" id="Freeform 376" o:spid="_x0000_s1026" style="position:absolute;margin-left:446.4pt;margin-top:-.7pt;width:7.2pt;height:48.25pt;flip:x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4,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" path="m,c20,64,86,277,109,384v23,107,27,181,31,257c144,717,135,784,131,838v-4,54,-9,90,-15,127e" filled="f">
                      <v:path arrowok="t" o:connecttype="custom" o:connectlocs="0,0;69215,243840;88900,407035;83185,532130;73660,612775" o:connectangles="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>
                      <wp:simplePos x="0" y="0"/>
                      <wp:positionH relativeFrom="column">
                        <wp:posOffset>5066030</wp:posOffset>
                      </wp:positionH>
                      <wp:positionV relativeFrom="paragraph">
                        <wp:posOffset>571500</wp:posOffset>
                      </wp:positionV>
                      <wp:extent cx="444500" cy="353695"/>
                      <wp:effectExtent l="13970" t="12065" r="8255" b="5715"/>
                      <wp:wrapNone/>
                      <wp:docPr id="48" name="Freeform 3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4500" cy="353695"/>
                              </a:xfrm>
                              <a:custGeom>
                                <a:avLst/>
                                <a:gdLst>
                                  <a:gd name="T0" fmla="*/ 0 w 700"/>
                                  <a:gd name="T1" fmla="*/ 557 h 557"/>
                                  <a:gd name="T2" fmla="*/ 122 w 700"/>
                                  <a:gd name="T3" fmla="*/ 358 h 557"/>
                                  <a:gd name="T4" fmla="*/ 249 w 700"/>
                                  <a:gd name="T5" fmla="*/ 202 h 557"/>
                                  <a:gd name="T6" fmla="*/ 434 w 700"/>
                                  <a:gd name="T7" fmla="*/ 65 h 557"/>
                                  <a:gd name="T8" fmla="*/ 602 w 700"/>
                                  <a:gd name="T9" fmla="*/ 5 h 557"/>
                                  <a:gd name="T10" fmla="*/ 700 w 700"/>
                                  <a:gd name="T11" fmla="*/ 32 h 5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700" h="557">
                                    <a:moveTo>
                                      <a:pt x="0" y="557"/>
                                    </a:moveTo>
                                    <a:cubicBezTo>
                                      <a:pt x="40" y="487"/>
                                      <a:pt x="81" y="417"/>
                                      <a:pt x="122" y="358"/>
                                    </a:cubicBezTo>
                                    <a:cubicBezTo>
                                      <a:pt x="163" y="299"/>
                                      <a:pt x="197" y="251"/>
                                      <a:pt x="249" y="202"/>
                                    </a:cubicBezTo>
                                    <a:cubicBezTo>
                                      <a:pt x="301" y="153"/>
                                      <a:pt x="375" y="98"/>
                                      <a:pt x="434" y="65"/>
                                    </a:cubicBezTo>
                                    <a:cubicBezTo>
                                      <a:pt x="493" y="32"/>
                                      <a:pt x="558" y="10"/>
                                      <a:pt x="602" y="5"/>
                                    </a:cubicBezTo>
                                    <a:cubicBezTo>
                                      <a:pt x="646" y="0"/>
                                      <a:pt x="673" y="16"/>
                                      <a:pt x="700" y="32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533CAE" id="Freeform 375" o:spid="_x0000_s1026" style="position:absolute;margin-left:398.9pt;margin-top:45pt;width:35pt;height:27.8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0,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" path="m,557c40,487,81,417,122,358,163,299,197,251,249,202,301,153,375,98,434,65,493,32,558,10,602,5v44,-5,71,11,98,27e" filled="f">
                      <v:path arrowok="t" o:connecttype="custom" o:connectlocs="0,353695;77470,227330;158115,128270;275590,41275;382270,3175;444500,20320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column">
                        <wp:posOffset>5623560</wp:posOffset>
                      </wp:positionH>
                      <wp:positionV relativeFrom="paragraph">
                        <wp:posOffset>904875</wp:posOffset>
                      </wp:positionV>
                      <wp:extent cx="110490" cy="217805"/>
                      <wp:effectExtent l="9525" t="12065" r="13335" b="8255"/>
                      <wp:wrapNone/>
                      <wp:docPr id="47" name="Freeform 3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0490" cy="217805"/>
                              </a:xfrm>
                              <a:custGeom>
                                <a:avLst/>
                                <a:gdLst>
                                  <a:gd name="T0" fmla="*/ 0 w 174"/>
                                  <a:gd name="T1" fmla="*/ 289 h 343"/>
                                  <a:gd name="T2" fmla="*/ 55 w 174"/>
                                  <a:gd name="T3" fmla="*/ 30 h 343"/>
                                  <a:gd name="T4" fmla="*/ 117 w 174"/>
                                  <a:gd name="T5" fmla="*/ 107 h 343"/>
                                  <a:gd name="T6" fmla="*/ 174 w 174"/>
                                  <a:gd name="T7" fmla="*/ 343 h 3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74" h="343">
                                    <a:moveTo>
                                      <a:pt x="0" y="289"/>
                                    </a:moveTo>
                                    <a:cubicBezTo>
                                      <a:pt x="7" y="246"/>
                                      <a:pt x="36" y="60"/>
                                      <a:pt x="55" y="30"/>
                                    </a:cubicBezTo>
                                    <a:cubicBezTo>
                                      <a:pt x="74" y="0"/>
                                      <a:pt x="97" y="55"/>
                                      <a:pt x="117" y="107"/>
                                    </a:cubicBezTo>
                                    <a:cubicBezTo>
                                      <a:pt x="137" y="159"/>
                                      <a:pt x="162" y="294"/>
                                      <a:pt x="174" y="34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829915" id="Freeform 374" o:spid="_x0000_s1026" style="position:absolute;margin-left:442.8pt;margin-top:71.25pt;width:8.7pt;height:17.1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,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" path="m,289c7,246,36,60,55,30,74,,97,55,117,107v20,52,45,187,57,236e" filled="f" strokecolor="gray">
                      <v:path arrowok="t" o:connecttype="custom" o:connectlocs="0,183515;34925,19050;74295,67945;110490,217805" o:connectangles="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>
                      <wp:simplePos x="0" y="0"/>
                      <wp:positionH relativeFrom="column">
                        <wp:posOffset>5485765</wp:posOffset>
                      </wp:positionH>
                      <wp:positionV relativeFrom="paragraph">
                        <wp:posOffset>577850</wp:posOffset>
                      </wp:positionV>
                      <wp:extent cx="99695" cy="487680"/>
                      <wp:effectExtent l="5080" t="8890" r="9525" b="8255"/>
                      <wp:wrapNone/>
                      <wp:docPr id="46" name="Freeform 3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99695" cy="487680"/>
                              </a:xfrm>
                              <a:custGeom>
                                <a:avLst/>
                                <a:gdLst>
                                  <a:gd name="T0" fmla="*/ 157 w 157"/>
                                  <a:gd name="T1" fmla="*/ 0 h 768"/>
                                  <a:gd name="T2" fmla="*/ 80 w 157"/>
                                  <a:gd name="T3" fmla="*/ 53 h 768"/>
                                  <a:gd name="T4" fmla="*/ 19 w 157"/>
                                  <a:gd name="T5" fmla="*/ 186 h 768"/>
                                  <a:gd name="T6" fmla="*/ 1 w 157"/>
                                  <a:gd name="T7" fmla="*/ 444 h 768"/>
                                  <a:gd name="T8" fmla="*/ 24 w 157"/>
                                  <a:gd name="T9" fmla="*/ 768 h 7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57" h="768">
                                    <a:moveTo>
                                      <a:pt x="157" y="0"/>
                                    </a:moveTo>
                                    <a:cubicBezTo>
                                      <a:pt x="144" y="9"/>
                                      <a:pt x="103" y="22"/>
                                      <a:pt x="80" y="53"/>
                                    </a:cubicBezTo>
                                    <a:cubicBezTo>
                                      <a:pt x="57" y="84"/>
                                      <a:pt x="32" y="121"/>
                                      <a:pt x="19" y="186"/>
                                    </a:cubicBezTo>
                                    <a:cubicBezTo>
                                      <a:pt x="6" y="251"/>
                                      <a:pt x="0" y="347"/>
                                      <a:pt x="1" y="444"/>
                                    </a:cubicBezTo>
                                    <a:cubicBezTo>
                                      <a:pt x="2" y="541"/>
                                      <a:pt x="19" y="701"/>
                                      <a:pt x="24" y="768"/>
                                    </a:cubicBezTo>
                                  </a:path>
                                </a:pathLst>
                              </a:custGeom>
                              <a:noFill/>
                              <a:ln w="9525" cmpd="sng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E45B51" id="Freeform 373" o:spid="_x0000_s1026" style="position:absolute;margin-left:431.95pt;margin-top:45.5pt;width:7.85pt;height:38.4pt;flip:x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7,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" path="m157,c144,9,103,22,80,53,57,84,32,121,19,186,6,251,,347,1,444v1,97,18,257,23,324e" filled="f" strokecolor="gray">
                      <v:path arrowok="t" o:connecttype="custom" o:connectlocs="99695,0;50800,33655;12065,118110;635,281940;15240,487680" o:connectangles="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4436745</wp:posOffset>
                      </wp:positionV>
                      <wp:extent cx="75565" cy="40005"/>
                      <wp:effectExtent l="4445" t="19685" r="0" b="26035"/>
                      <wp:wrapNone/>
                      <wp:docPr id="45" name="Freeform 3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2405594" flipH="1">
                                <a:off x="0" y="0"/>
                                <a:ext cx="75565" cy="40005"/>
                              </a:xfrm>
                              <a:custGeom>
                                <a:avLst/>
                                <a:gdLst>
                                  <a:gd name="T0" fmla="*/ 71 w 99"/>
                                  <a:gd name="T1" fmla="*/ 1 h 52"/>
                                  <a:gd name="T2" fmla="*/ 92 w 99"/>
                                  <a:gd name="T3" fmla="*/ 18 h 52"/>
                                  <a:gd name="T4" fmla="*/ 92 w 99"/>
                                  <a:gd name="T5" fmla="*/ 47 h 52"/>
                                  <a:gd name="T6" fmla="*/ 49 w 99"/>
                                  <a:gd name="T7" fmla="*/ 49 h 52"/>
                                  <a:gd name="T8" fmla="*/ 6 w 99"/>
                                  <a:gd name="T9" fmla="*/ 47 h 52"/>
                                  <a:gd name="T10" fmla="*/ 13 w 99"/>
                                  <a:gd name="T11" fmla="*/ 23 h 52"/>
                                  <a:gd name="T12" fmla="*/ 71 w 99"/>
                                  <a:gd name="T13" fmla="*/ 1 h 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99" h="52">
                                    <a:moveTo>
                                      <a:pt x="71" y="1"/>
                                    </a:moveTo>
                                    <a:cubicBezTo>
                                      <a:pt x="84" y="0"/>
                                      <a:pt x="89" y="10"/>
                                      <a:pt x="92" y="18"/>
                                    </a:cubicBezTo>
                                    <a:cubicBezTo>
                                      <a:pt x="95" y="26"/>
                                      <a:pt x="99" y="42"/>
                                      <a:pt x="92" y="47"/>
                                    </a:cubicBezTo>
                                    <a:cubicBezTo>
                                      <a:pt x="85" y="52"/>
                                      <a:pt x="63" y="49"/>
                                      <a:pt x="49" y="49"/>
                                    </a:cubicBezTo>
                                    <a:cubicBezTo>
                                      <a:pt x="35" y="49"/>
                                      <a:pt x="12" y="51"/>
                                      <a:pt x="6" y="47"/>
                                    </a:cubicBezTo>
                                    <a:cubicBezTo>
                                      <a:pt x="0" y="43"/>
                                      <a:pt x="2" y="29"/>
                                      <a:pt x="13" y="23"/>
                                    </a:cubicBezTo>
                                    <a:cubicBezTo>
                                      <a:pt x="24" y="17"/>
                                      <a:pt x="58" y="2"/>
                                      <a:pt x="71" y="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92F340" id="Freeform 371" o:spid="_x0000_s1026" style="position:absolute;margin-left:19.4pt;margin-top:349.35pt;width:5.95pt;height:3.15pt;rotation:-2627550fd;flip:x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,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" path="m71,1c84,,89,10,92,18v3,8,7,24,,29c85,52,63,49,49,49,35,49,12,51,6,47,,43,2,29,13,23,24,17,58,2,71,1xe" fillcolor="silver" strokecolor="gray">
                      <v:path arrowok="t" o:connecttype="custom" o:connectlocs="54193,769;70222,13848;70222,36158;37401,37697;4580,36158;9923,17695;54193,769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861060</wp:posOffset>
                      </wp:positionH>
                      <wp:positionV relativeFrom="paragraph">
                        <wp:posOffset>4474210</wp:posOffset>
                      </wp:positionV>
                      <wp:extent cx="432435" cy="428625"/>
                      <wp:effectExtent l="85725" t="0" r="91440" b="0"/>
                      <wp:wrapNone/>
                      <wp:docPr id="44" name="Freeform 3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2405594" flipH="1">
                                <a:off x="0" y="0"/>
                                <a:ext cx="432435" cy="428625"/>
                              </a:xfrm>
                              <a:custGeom>
                                <a:avLst/>
                                <a:gdLst>
                                  <a:gd name="T0" fmla="*/ 555 w 567"/>
                                  <a:gd name="T1" fmla="*/ 559 h 562"/>
                                  <a:gd name="T2" fmla="*/ 495 w 567"/>
                                  <a:gd name="T3" fmla="*/ 427 h 562"/>
                                  <a:gd name="T4" fmla="*/ 423 w 567"/>
                                  <a:gd name="T5" fmla="*/ 253 h 562"/>
                                  <a:gd name="T6" fmla="*/ 303 w 567"/>
                                  <a:gd name="T7" fmla="*/ 121 h 562"/>
                                  <a:gd name="T8" fmla="*/ 99 w 567"/>
                                  <a:gd name="T9" fmla="*/ 49 h 562"/>
                                  <a:gd name="T10" fmla="*/ 9 w 567"/>
                                  <a:gd name="T11" fmla="*/ 1 h 562"/>
                                  <a:gd name="T12" fmla="*/ 45 w 567"/>
                                  <a:gd name="T13" fmla="*/ 43 h 562"/>
                                  <a:gd name="T14" fmla="*/ 141 w 567"/>
                                  <a:gd name="T15" fmla="*/ 97 h 562"/>
                                  <a:gd name="T16" fmla="*/ 237 w 567"/>
                                  <a:gd name="T17" fmla="*/ 193 h 562"/>
                                  <a:gd name="T18" fmla="*/ 321 w 567"/>
                                  <a:gd name="T19" fmla="*/ 307 h 562"/>
                                  <a:gd name="T20" fmla="*/ 423 w 567"/>
                                  <a:gd name="T21" fmla="*/ 445 h 562"/>
                                  <a:gd name="T22" fmla="*/ 555 w 567"/>
                                  <a:gd name="T23" fmla="*/ 559 h 5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567" h="562">
                                    <a:moveTo>
                                      <a:pt x="555" y="559"/>
                                    </a:moveTo>
                                    <a:cubicBezTo>
                                      <a:pt x="567" y="556"/>
                                      <a:pt x="517" y="478"/>
                                      <a:pt x="495" y="427"/>
                                    </a:cubicBezTo>
                                    <a:cubicBezTo>
                                      <a:pt x="473" y="376"/>
                                      <a:pt x="455" y="304"/>
                                      <a:pt x="423" y="253"/>
                                    </a:cubicBezTo>
                                    <a:cubicBezTo>
                                      <a:pt x="391" y="202"/>
                                      <a:pt x="357" y="155"/>
                                      <a:pt x="303" y="121"/>
                                    </a:cubicBezTo>
                                    <a:cubicBezTo>
                                      <a:pt x="249" y="87"/>
                                      <a:pt x="148" y="69"/>
                                      <a:pt x="99" y="49"/>
                                    </a:cubicBezTo>
                                    <a:cubicBezTo>
                                      <a:pt x="50" y="29"/>
                                      <a:pt x="18" y="2"/>
                                      <a:pt x="9" y="1"/>
                                    </a:cubicBezTo>
                                    <a:cubicBezTo>
                                      <a:pt x="0" y="0"/>
                                      <a:pt x="23" y="27"/>
                                      <a:pt x="45" y="43"/>
                                    </a:cubicBezTo>
                                    <a:cubicBezTo>
                                      <a:pt x="67" y="59"/>
                                      <a:pt x="109" y="72"/>
                                      <a:pt x="141" y="97"/>
                                    </a:cubicBezTo>
                                    <a:cubicBezTo>
                                      <a:pt x="173" y="122"/>
                                      <a:pt x="207" y="158"/>
                                      <a:pt x="237" y="193"/>
                                    </a:cubicBezTo>
                                    <a:cubicBezTo>
                                      <a:pt x="267" y="228"/>
                                      <a:pt x="290" y="265"/>
                                      <a:pt x="321" y="307"/>
                                    </a:cubicBezTo>
                                    <a:cubicBezTo>
                                      <a:pt x="352" y="349"/>
                                      <a:pt x="384" y="406"/>
                                      <a:pt x="423" y="445"/>
                                    </a:cubicBezTo>
                                    <a:cubicBezTo>
                                      <a:pt x="462" y="484"/>
                                      <a:pt x="543" y="562"/>
                                      <a:pt x="555" y="5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9797D5" id="Freeform 370" o:spid="_x0000_s1026" style="position:absolute;margin-left:67.8pt;margin-top:352.3pt;width:34.05pt;height:33.75pt;rotation:-2627550fd;flip:x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67,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<v:path arrowok="t" o:connecttype="custom" o:connectlocs="423283,426337;377523,325663;322610,192958;231090,92284;75505,37371;6864,763;34320,32795;107537,73980;180753,147197;244818,234142;322610,339392;423283,426337" o:connectangles="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4403090</wp:posOffset>
                      </wp:positionV>
                      <wp:extent cx="177165" cy="105410"/>
                      <wp:effectExtent l="18415" t="0" r="23495" b="0"/>
                      <wp:wrapNone/>
                      <wp:docPr id="43" name="Freeform 3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2405594" flipH="1">
                                <a:off x="0" y="0"/>
                                <a:ext cx="177165" cy="105410"/>
                              </a:xfrm>
                              <a:custGeom>
                                <a:avLst/>
                                <a:gdLst>
                                  <a:gd name="T0" fmla="*/ 232 w 232"/>
                                  <a:gd name="T1" fmla="*/ 130 h 138"/>
                                  <a:gd name="T2" fmla="*/ 158 w 232"/>
                                  <a:gd name="T3" fmla="*/ 130 h 138"/>
                                  <a:gd name="T4" fmla="*/ 57 w 232"/>
                                  <a:gd name="T5" fmla="*/ 79 h 138"/>
                                  <a:gd name="T6" fmla="*/ 0 w 232"/>
                                  <a:gd name="T7" fmla="*/ 0 h 1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32" h="138">
                                    <a:moveTo>
                                      <a:pt x="232" y="130"/>
                                    </a:moveTo>
                                    <a:cubicBezTo>
                                      <a:pt x="220" y="130"/>
                                      <a:pt x="187" y="138"/>
                                      <a:pt x="158" y="130"/>
                                    </a:cubicBezTo>
                                    <a:cubicBezTo>
                                      <a:pt x="129" y="122"/>
                                      <a:pt x="83" y="101"/>
                                      <a:pt x="57" y="79"/>
                                    </a:cubicBezTo>
                                    <a:cubicBezTo>
                                      <a:pt x="31" y="57"/>
                                      <a:pt x="12" y="1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AC66D2" id="Freeform 369" o:spid="_x0000_s1026" style="position:absolute;margin-left:23.5pt;margin-top:346.7pt;width:13.95pt;height:8.3pt;rotation:-2627550fd;flip:x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2,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" path="m232,130v-12,,-45,8,-74,c129,122,83,101,57,79,31,57,12,16,,e" filled="f" strokecolor="gray">
                      <v:path arrowok="t" o:connecttype="custom" o:connectlocs="177165,99299;120655,99299;43528,60343;0,0" o:connectangles="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3972560</wp:posOffset>
                      </wp:positionH>
                      <wp:positionV relativeFrom="paragraph">
                        <wp:posOffset>629920</wp:posOffset>
                      </wp:positionV>
                      <wp:extent cx="761365" cy="468630"/>
                      <wp:effectExtent l="0" t="203835" r="0" b="203835"/>
                      <wp:wrapNone/>
                      <wp:docPr id="42" name="Freeform 3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2405594" flipH="1">
                                <a:off x="0" y="0"/>
                                <a:ext cx="761365" cy="468630"/>
                              </a:xfrm>
                              <a:custGeom>
                                <a:avLst/>
                                <a:gdLst>
                                  <a:gd name="T0" fmla="*/ 0 w 998"/>
                                  <a:gd name="T1" fmla="*/ 614 h 614"/>
                                  <a:gd name="T2" fmla="*/ 144 w 998"/>
                                  <a:gd name="T3" fmla="*/ 350 h 614"/>
                                  <a:gd name="T4" fmla="*/ 523 w 998"/>
                                  <a:gd name="T5" fmla="*/ 100 h 614"/>
                                  <a:gd name="T6" fmla="*/ 998 w 998"/>
                                  <a:gd name="T7" fmla="*/ 0 h 6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998" h="614">
                                    <a:moveTo>
                                      <a:pt x="0" y="614"/>
                                    </a:moveTo>
                                    <a:cubicBezTo>
                                      <a:pt x="29" y="524"/>
                                      <a:pt x="57" y="436"/>
                                      <a:pt x="144" y="350"/>
                                    </a:cubicBezTo>
                                    <a:cubicBezTo>
                                      <a:pt x="231" y="264"/>
                                      <a:pt x="381" y="158"/>
                                      <a:pt x="523" y="100"/>
                                    </a:cubicBezTo>
                                    <a:cubicBezTo>
                                      <a:pt x="665" y="42"/>
                                      <a:pt x="899" y="21"/>
                                      <a:pt x="998" y="0"/>
                                    </a:cubicBezTo>
                                  </a:path>
                                </a:pathLst>
                              </a:custGeom>
                              <a:noFill/>
                              <a:ln w="3175" cap="rnd" cmpd="sng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49E261" id="Freeform 367" o:spid="_x0000_s1026" style="position:absolute;margin-left:312.8pt;margin-top:49.6pt;width:59.95pt;height:36.9pt;rotation:-2627550fd;flip:x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8,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" path="m,614c29,524,57,436,144,350,231,264,381,158,523,100,665,42,899,21,998,e" filled="f" strokecolor="gray" strokeweight=".25pt">
                      <v:stroke dashstyle="1 1" endcap="round"/>
                      <v:path arrowok="t" o:connecttype="custom" o:connectlocs="0,468630;109856,267134;398992,76324;761365,0" o:connectangles="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1761490</wp:posOffset>
                      </wp:positionH>
                      <wp:positionV relativeFrom="paragraph">
                        <wp:posOffset>1689735</wp:posOffset>
                      </wp:positionV>
                      <wp:extent cx="175895" cy="692785"/>
                      <wp:effectExtent l="81280" t="0" r="104775" b="0"/>
                      <wp:wrapNone/>
                      <wp:docPr id="41" name="Freeform 3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2405594" flipH="1">
                                <a:off x="0" y="0"/>
                                <a:ext cx="175895" cy="692785"/>
                              </a:xfrm>
                              <a:custGeom>
                                <a:avLst/>
                                <a:gdLst>
                                  <a:gd name="T0" fmla="*/ 175 w 230"/>
                                  <a:gd name="T1" fmla="*/ 2 h 909"/>
                                  <a:gd name="T2" fmla="*/ 163 w 230"/>
                                  <a:gd name="T3" fmla="*/ 254 h 909"/>
                                  <a:gd name="T4" fmla="*/ 211 w 230"/>
                                  <a:gd name="T5" fmla="*/ 488 h 909"/>
                                  <a:gd name="T6" fmla="*/ 49 w 230"/>
                                  <a:gd name="T7" fmla="*/ 866 h 909"/>
                                  <a:gd name="T8" fmla="*/ 25 w 230"/>
                                  <a:gd name="T9" fmla="*/ 746 h 909"/>
                                  <a:gd name="T10" fmla="*/ 199 w 230"/>
                                  <a:gd name="T11" fmla="*/ 494 h 909"/>
                                  <a:gd name="T12" fmla="*/ 151 w 230"/>
                                  <a:gd name="T13" fmla="*/ 368 h 909"/>
                                  <a:gd name="T14" fmla="*/ 121 w 230"/>
                                  <a:gd name="T15" fmla="*/ 242 h 909"/>
                                  <a:gd name="T16" fmla="*/ 175 w 230"/>
                                  <a:gd name="T17" fmla="*/ 2 h 9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30" h="909">
                                    <a:moveTo>
                                      <a:pt x="175" y="2"/>
                                    </a:moveTo>
                                    <a:cubicBezTo>
                                      <a:pt x="182" y="4"/>
                                      <a:pt x="157" y="173"/>
                                      <a:pt x="163" y="254"/>
                                    </a:cubicBezTo>
                                    <a:cubicBezTo>
                                      <a:pt x="169" y="335"/>
                                      <a:pt x="230" y="386"/>
                                      <a:pt x="211" y="488"/>
                                    </a:cubicBezTo>
                                    <a:cubicBezTo>
                                      <a:pt x="192" y="590"/>
                                      <a:pt x="80" y="823"/>
                                      <a:pt x="49" y="866"/>
                                    </a:cubicBezTo>
                                    <a:cubicBezTo>
                                      <a:pt x="18" y="909"/>
                                      <a:pt x="0" y="808"/>
                                      <a:pt x="25" y="746"/>
                                    </a:cubicBezTo>
                                    <a:cubicBezTo>
                                      <a:pt x="50" y="684"/>
                                      <a:pt x="178" y="557"/>
                                      <a:pt x="199" y="494"/>
                                    </a:cubicBezTo>
                                    <a:cubicBezTo>
                                      <a:pt x="220" y="431"/>
                                      <a:pt x="164" y="410"/>
                                      <a:pt x="151" y="368"/>
                                    </a:cubicBezTo>
                                    <a:cubicBezTo>
                                      <a:pt x="138" y="326"/>
                                      <a:pt x="119" y="302"/>
                                      <a:pt x="121" y="242"/>
                                    </a:cubicBezTo>
                                    <a:cubicBezTo>
                                      <a:pt x="123" y="182"/>
                                      <a:pt x="168" y="0"/>
                                      <a:pt x="175" y="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6351BA" id="Freeform 366" o:spid="_x0000_s1026" style="position:absolute;margin-left:138.7pt;margin-top:133.05pt;width:13.85pt;height:54.55pt;rotation:-2627550fd;flip:x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0,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" path="m175,2v7,2,-18,171,-12,252c169,335,230,386,211,488,192,590,80,823,49,866,18,909,,808,25,746,50,684,178,557,199,494,220,431,164,410,151,368,138,326,119,302,121,242,123,182,168,,175,2xe" fillcolor="#ddd" stroked="f">
                      <v:path arrowok="t" o:connecttype="custom" o:connectlocs="133833,1524;124656,193583;161365,371924;37473,660013;19119,568556;152187,376497;115479,280467;92536,184438;133833,1524" o:connectangles="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2044700</wp:posOffset>
                      </wp:positionH>
                      <wp:positionV relativeFrom="paragraph">
                        <wp:posOffset>1308100</wp:posOffset>
                      </wp:positionV>
                      <wp:extent cx="117475" cy="78105"/>
                      <wp:effectExtent l="12065" t="5715" r="13335" b="0"/>
                      <wp:wrapNone/>
                      <wp:docPr id="40" name="Freeform 3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2405594" flipH="1">
                                <a:off x="0" y="0"/>
                                <a:ext cx="117475" cy="78105"/>
                              </a:xfrm>
                              <a:custGeom>
                                <a:avLst/>
                                <a:gdLst>
                                  <a:gd name="T0" fmla="*/ 146 w 154"/>
                                  <a:gd name="T1" fmla="*/ 102 h 102"/>
                                  <a:gd name="T2" fmla="*/ 86 w 154"/>
                                  <a:gd name="T3" fmla="*/ 42 h 102"/>
                                  <a:gd name="T4" fmla="*/ 2 w 154"/>
                                  <a:gd name="T5" fmla="*/ 6 h 102"/>
                                  <a:gd name="T6" fmla="*/ 98 w 154"/>
                                  <a:gd name="T7" fmla="*/ 6 h 102"/>
                                  <a:gd name="T8" fmla="*/ 134 w 154"/>
                                  <a:gd name="T9" fmla="*/ 42 h 102"/>
                                  <a:gd name="T10" fmla="*/ 146 w 154"/>
                                  <a:gd name="T11" fmla="*/ 102 h 1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4" h="102">
                                    <a:moveTo>
                                      <a:pt x="146" y="102"/>
                                    </a:moveTo>
                                    <a:cubicBezTo>
                                      <a:pt x="138" y="102"/>
                                      <a:pt x="110" y="58"/>
                                      <a:pt x="86" y="42"/>
                                    </a:cubicBezTo>
                                    <a:cubicBezTo>
                                      <a:pt x="62" y="26"/>
                                      <a:pt x="0" y="12"/>
                                      <a:pt x="2" y="6"/>
                                    </a:cubicBezTo>
                                    <a:cubicBezTo>
                                      <a:pt x="4" y="0"/>
                                      <a:pt x="76" y="0"/>
                                      <a:pt x="98" y="6"/>
                                    </a:cubicBezTo>
                                    <a:cubicBezTo>
                                      <a:pt x="120" y="12"/>
                                      <a:pt x="128" y="27"/>
                                      <a:pt x="134" y="42"/>
                                    </a:cubicBezTo>
                                    <a:cubicBezTo>
                                      <a:pt x="140" y="57"/>
                                      <a:pt x="154" y="102"/>
                                      <a:pt x="146" y="10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82C634" id="Freeform 365" o:spid="_x0000_s1026" style="position:absolute;margin-left:161pt;margin-top:103pt;width:9.25pt;height:6.15pt;rotation:-2627550fd;flip:x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4,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" path="m146,102v-8,,-36,-44,-60,-60c62,26,,12,2,6,4,,76,,98,6v22,6,30,21,36,36c140,57,154,102,146,102xe" fillcolor="#ddd" stroked="f">
                      <v:path arrowok="t" o:connecttype="custom" o:connectlocs="111372,78105;65603,32161;1526,4594;74757,4594;102219,32161;111372,78105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4213225</wp:posOffset>
                      </wp:positionH>
                      <wp:positionV relativeFrom="paragraph">
                        <wp:posOffset>1200150</wp:posOffset>
                      </wp:positionV>
                      <wp:extent cx="140335" cy="629285"/>
                      <wp:effectExtent l="161290" t="0" r="184150" b="0"/>
                      <wp:wrapNone/>
                      <wp:docPr id="39" name="Freeform 3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2405594" flipH="1">
                                <a:off x="0" y="0"/>
                                <a:ext cx="140335" cy="629285"/>
                              </a:xfrm>
                              <a:custGeom>
                                <a:avLst/>
                                <a:gdLst>
                                  <a:gd name="T0" fmla="*/ 15 w 184"/>
                                  <a:gd name="T1" fmla="*/ 177 h 825"/>
                                  <a:gd name="T2" fmla="*/ 87 w 184"/>
                                  <a:gd name="T3" fmla="*/ 485 h 825"/>
                                  <a:gd name="T4" fmla="*/ 131 w 184"/>
                                  <a:gd name="T5" fmla="*/ 811 h 825"/>
                                  <a:gd name="T6" fmla="*/ 147 w 184"/>
                                  <a:gd name="T7" fmla="*/ 571 h 825"/>
                                  <a:gd name="T8" fmla="*/ 171 w 184"/>
                                  <a:gd name="T9" fmla="*/ 252 h 825"/>
                                  <a:gd name="T10" fmla="*/ 174 w 184"/>
                                  <a:gd name="T11" fmla="*/ 165 h 825"/>
                                  <a:gd name="T12" fmla="*/ 109 w 184"/>
                                  <a:gd name="T13" fmla="*/ 120 h 825"/>
                                  <a:gd name="T14" fmla="*/ 15 w 184"/>
                                  <a:gd name="T15" fmla="*/ 9 h 825"/>
                                  <a:gd name="T16" fmla="*/ 15 w 184"/>
                                  <a:gd name="T17" fmla="*/ 177 h 82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84" h="825">
                                    <a:moveTo>
                                      <a:pt x="15" y="177"/>
                                    </a:moveTo>
                                    <a:cubicBezTo>
                                      <a:pt x="27" y="256"/>
                                      <a:pt x="68" y="379"/>
                                      <a:pt x="87" y="485"/>
                                    </a:cubicBezTo>
                                    <a:cubicBezTo>
                                      <a:pt x="106" y="591"/>
                                      <a:pt x="121" y="797"/>
                                      <a:pt x="131" y="811"/>
                                    </a:cubicBezTo>
                                    <a:cubicBezTo>
                                      <a:pt x="141" y="825"/>
                                      <a:pt x="140" y="664"/>
                                      <a:pt x="147" y="571"/>
                                    </a:cubicBezTo>
                                    <a:cubicBezTo>
                                      <a:pt x="154" y="478"/>
                                      <a:pt x="167" y="320"/>
                                      <a:pt x="171" y="252"/>
                                    </a:cubicBezTo>
                                    <a:cubicBezTo>
                                      <a:pt x="175" y="184"/>
                                      <a:pt x="184" y="187"/>
                                      <a:pt x="174" y="165"/>
                                    </a:cubicBezTo>
                                    <a:cubicBezTo>
                                      <a:pt x="164" y="143"/>
                                      <a:pt x="136" y="146"/>
                                      <a:pt x="109" y="120"/>
                                    </a:cubicBezTo>
                                    <a:cubicBezTo>
                                      <a:pt x="82" y="94"/>
                                      <a:pt x="30" y="0"/>
                                      <a:pt x="15" y="9"/>
                                    </a:cubicBezTo>
                                    <a:cubicBezTo>
                                      <a:pt x="0" y="18"/>
                                      <a:pt x="3" y="98"/>
                                      <a:pt x="15" y="1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905E8C" id="Freeform 364" o:spid="_x0000_s1026" style="position:absolute;margin-left:331.75pt;margin-top:94.5pt;width:11.05pt;height:49.55pt;rotation:-2627550fd;flip:x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4,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" path="m15,177v12,79,53,202,72,308c106,591,121,797,131,811v10,14,9,-147,16,-240c154,478,167,320,171,252v4,-68,13,-65,3,-87c164,143,136,146,109,120,82,94,30,,15,9,,18,3,98,15,177xe" fillcolor="#ddd" stroked="f">
                      <v:path arrowok="t" o:connecttype="custom" o:connectlocs="11440,135010;66354,369943;99912,618606;112115,435541;130420,192218;132708,125857;83133,91532;11440,6865;11440,135010" o:connectangles="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3860165</wp:posOffset>
                      </wp:positionH>
                      <wp:positionV relativeFrom="paragraph">
                        <wp:posOffset>245110</wp:posOffset>
                      </wp:positionV>
                      <wp:extent cx="368935" cy="453390"/>
                      <wp:effectExtent l="103505" t="0" r="108585" b="0"/>
                      <wp:wrapNone/>
                      <wp:docPr id="38" name="Freeform 3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2405594" flipH="1">
                                <a:off x="0" y="0"/>
                                <a:ext cx="368935" cy="453390"/>
                              </a:xfrm>
                              <a:custGeom>
                                <a:avLst/>
                                <a:gdLst>
                                  <a:gd name="T0" fmla="*/ 470 w 484"/>
                                  <a:gd name="T1" fmla="*/ 581 h 595"/>
                                  <a:gd name="T2" fmla="*/ 405 w 484"/>
                                  <a:gd name="T3" fmla="*/ 497 h 595"/>
                                  <a:gd name="T4" fmla="*/ 309 w 484"/>
                                  <a:gd name="T5" fmla="*/ 367 h 595"/>
                                  <a:gd name="T6" fmla="*/ 252 w 484"/>
                                  <a:gd name="T7" fmla="*/ 228 h 595"/>
                                  <a:gd name="T8" fmla="*/ 223 w 484"/>
                                  <a:gd name="T9" fmla="*/ 137 h 595"/>
                                  <a:gd name="T10" fmla="*/ 184 w 484"/>
                                  <a:gd name="T11" fmla="*/ 106 h 595"/>
                                  <a:gd name="T12" fmla="*/ 21 w 484"/>
                                  <a:gd name="T13" fmla="*/ 5 h 595"/>
                                  <a:gd name="T14" fmla="*/ 60 w 484"/>
                                  <a:gd name="T15" fmla="*/ 75 h 595"/>
                                  <a:gd name="T16" fmla="*/ 177 w 484"/>
                                  <a:gd name="T17" fmla="*/ 223 h 595"/>
                                  <a:gd name="T18" fmla="*/ 321 w 484"/>
                                  <a:gd name="T19" fmla="*/ 415 h 595"/>
                                  <a:gd name="T20" fmla="*/ 470 w 484"/>
                                  <a:gd name="T21" fmla="*/ 581 h 5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484" h="595">
                                    <a:moveTo>
                                      <a:pt x="470" y="581"/>
                                    </a:moveTo>
                                    <a:cubicBezTo>
                                      <a:pt x="484" y="595"/>
                                      <a:pt x="432" y="533"/>
                                      <a:pt x="405" y="497"/>
                                    </a:cubicBezTo>
                                    <a:cubicBezTo>
                                      <a:pt x="378" y="461"/>
                                      <a:pt x="334" y="412"/>
                                      <a:pt x="309" y="367"/>
                                    </a:cubicBezTo>
                                    <a:cubicBezTo>
                                      <a:pt x="284" y="322"/>
                                      <a:pt x="266" y="266"/>
                                      <a:pt x="252" y="228"/>
                                    </a:cubicBezTo>
                                    <a:cubicBezTo>
                                      <a:pt x="238" y="190"/>
                                      <a:pt x="234" y="157"/>
                                      <a:pt x="223" y="137"/>
                                    </a:cubicBezTo>
                                    <a:cubicBezTo>
                                      <a:pt x="212" y="117"/>
                                      <a:pt x="218" y="128"/>
                                      <a:pt x="184" y="106"/>
                                    </a:cubicBezTo>
                                    <a:cubicBezTo>
                                      <a:pt x="150" y="84"/>
                                      <a:pt x="42" y="10"/>
                                      <a:pt x="21" y="5"/>
                                    </a:cubicBezTo>
                                    <a:cubicBezTo>
                                      <a:pt x="0" y="0"/>
                                      <a:pt x="34" y="39"/>
                                      <a:pt x="60" y="75"/>
                                    </a:cubicBezTo>
                                    <a:cubicBezTo>
                                      <a:pt x="86" y="111"/>
                                      <a:pt x="134" y="166"/>
                                      <a:pt x="177" y="223"/>
                                    </a:cubicBezTo>
                                    <a:cubicBezTo>
                                      <a:pt x="220" y="280"/>
                                      <a:pt x="274" y="354"/>
                                      <a:pt x="321" y="415"/>
                                    </a:cubicBezTo>
                                    <a:cubicBezTo>
                                      <a:pt x="368" y="476"/>
                                      <a:pt x="456" y="567"/>
                                      <a:pt x="470" y="58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16EB0B" id="Freeform 363" o:spid="_x0000_s1026" style="position:absolute;margin-left:303.95pt;margin-top:19.3pt;width:29.05pt;height:35.7pt;rotation:-2627550fd;flip:x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4,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<v:path arrowok="t" o:connecttype="custom" o:connectlocs="358263,442722;308716,378714;235539,279654;192090,173736;169985,104394;140256,80772;16008,3810;45736,57150;134920,169926;244686,316230;358263,442722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3879215</wp:posOffset>
                      </wp:positionH>
                      <wp:positionV relativeFrom="paragraph">
                        <wp:posOffset>735965</wp:posOffset>
                      </wp:positionV>
                      <wp:extent cx="1197610" cy="585470"/>
                      <wp:effectExtent l="8255" t="5080" r="13335" b="9525"/>
                      <wp:wrapNone/>
                      <wp:docPr id="37" name="Freeform 3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97610" cy="585470"/>
                              </a:xfrm>
                              <a:custGeom>
                                <a:avLst/>
                                <a:gdLst>
                                  <a:gd name="T0" fmla="*/ 1769 w 1886"/>
                                  <a:gd name="T1" fmla="*/ 273 h 922"/>
                                  <a:gd name="T2" fmla="*/ 1877 w 1886"/>
                                  <a:gd name="T3" fmla="*/ 39 h 922"/>
                                  <a:gd name="T4" fmla="*/ 1715 w 1886"/>
                                  <a:gd name="T5" fmla="*/ 39 h 922"/>
                                  <a:gd name="T6" fmla="*/ 1344 w 1886"/>
                                  <a:gd name="T7" fmla="*/ 132 h 922"/>
                                  <a:gd name="T8" fmla="*/ 756 w 1886"/>
                                  <a:gd name="T9" fmla="*/ 325 h 922"/>
                                  <a:gd name="T10" fmla="*/ 430 w 1886"/>
                                  <a:gd name="T11" fmla="*/ 568 h 922"/>
                                  <a:gd name="T12" fmla="*/ 0 w 1886"/>
                                  <a:gd name="T13" fmla="*/ 922 h 92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886" h="922">
                                    <a:moveTo>
                                      <a:pt x="1769" y="273"/>
                                    </a:moveTo>
                                    <a:cubicBezTo>
                                      <a:pt x="1786" y="234"/>
                                      <a:pt x="1886" y="78"/>
                                      <a:pt x="1877" y="39"/>
                                    </a:cubicBezTo>
                                    <a:cubicBezTo>
                                      <a:pt x="1868" y="0"/>
                                      <a:pt x="1804" y="24"/>
                                      <a:pt x="1715" y="39"/>
                                    </a:cubicBezTo>
                                    <a:cubicBezTo>
                                      <a:pt x="1626" y="54"/>
                                      <a:pt x="1504" y="84"/>
                                      <a:pt x="1344" y="132"/>
                                    </a:cubicBezTo>
                                    <a:cubicBezTo>
                                      <a:pt x="1184" y="180"/>
                                      <a:pt x="909" y="252"/>
                                      <a:pt x="756" y="325"/>
                                    </a:cubicBezTo>
                                    <a:cubicBezTo>
                                      <a:pt x="604" y="398"/>
                                      <a:pt x="556" y="468"/>
                                      <a:pt x="430" y="568"/>
                                    </a:cubicBezTo>
                                    <a:cubicBezTo>
                                      <a:pt x="303" y="667"/>
                                      <a:pt x="88" y="848"/>
                                      <a:pt x="0" y="922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63D72A" id="Freeform 362" o:spid="_x0000_s1026" style="position:absolute;margin-left:305.45pt;margin-top:57.95pt;width:94.3pt;height:46.1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86,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" path="m1769,273c1786,234,1886,78,1877,39v-9,-39,-73,-15,-162,c1626,54,1504,84,1344,132,1184,180,909,252,756,325,604,398,556,468,430,568,303,667,88,848,,922e" filled="f" strokecolor="#333">
                      <v:path arrowok="t" o:connecttype="custom" o:connectlocs="1123315,173355;1191895,24765;1089025,24765;853440,83820;480060,206375;273050,360680;0,58547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2087245</wp:posOffset>
                      </wp:positionH>
                      <wp:positionV relativeFrom="paragraph">
                        <wp:posOffset>316230</wp:posOffset>
                      </wp:positionV>
                      <wp:extent cx="833755" cy="4337685"/>
                      <wp:effectExtent l="730885" t="0" r="1216660" b="0"/>
                      <wp:wrapNone/>
                      <wp:docPr id="36" name="Freeform 3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2405594" flipH="1">
                                <a:off x="0" y="0"/>
                                <a:ext cx="833755" cy="4337685"/>
                              </a:xfrm>
                              <a:custGeom>
                                <a:avLst/>
                                <a:gdLst>
                                  <a:gd name="T0" fmla="*/ 269 w 1094"/>
                                  <a:gd name="T1" fmla="*/ 490 h 5688"/>
                                  <a:gd name="T2" fmla="*/ 203 w 1094"/>
                                  <a:gd name="T3" fmla="*/ 28 h 5688"/>
                                  <a:gd name="T4" fmla="*/ 509 w 1094"/>
                                  <a:gd name="T5" fmla="*/ 658 h 5688"/>
                                  <a:gd name="T6" fmla="*/ 893 w 1094"/>
                                  <a:gd name="T7" fmla="*/ 1600 h 5688"/>
                                  <a:gd name="T8" fmla="*/ 1037 w 1094"/>
                                  <a:gd name="T9" fmla="*/ 2086 h 5688"/>
                                  <a:gd name="T10" fmla="*/ 1087 w 1094"/>
                                  <a:gd name="T11" fmla="*/ 2717 h 5688"/>
                                  <a:gd name="T12" fmla="*/ 994 w 1094"/>
                                  <a:gd name="T13" fmla="*/ 3005 h 5688"/>
                                  <a:gd name="T14" fmla="*/ 778 w 1094"/>
                                  <a:gd name="T15" fmla="*/ 3281 h 5688"/>
                                  <a:gd name="T16" fmla="*/ 595 w 1094"/>
                                  <a:gd name="T17" fmla="*/ 3740 h 5688"/>
                                  <a:gd name="T18" fmla="*/ 439 w 1094"/>
                                  <a:gd name="T19" fmla="*/ 4407 h 5688"/>
                                  <a:gd name="T20" fmla="*/ 171 w 1094"/>
                                  <a:gd name="T21" fmla="*/ 5060 h 5688"/>
                                  <a:gd name="T22" fmla="*/ 39 w 1094"/>
                                  <a:gd name="T23" fmla="*/ 5384 h 5688"/>
                                  <a:gd name="T24" fmla="*/ 10 w 1094"/>
                                  <a:gd name="T25" fmla="*/ 5561 h 5688"/>
                                  <a:gd name="T26" fmla="*/ 99 w 1094"/>
                                  <a:gd name="T27" fmla="*/ 5688 h 568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1094" h="5688">
                                    <a:moveTo>
                                      <a:pt x="269" y="490"/>
                                    </a:moveTo>
                                    <a:cubicBezTo>
                                      <a:pt x="258" y="413"/>
                                      <a:pt x="163" y="0"/>
                                      <a:pt x="203" y="28"/>
                                    </a:cubicBezTo>
                                    <a:cubicBezTo>
                                      <a:pt x="243" y="56"/>
                                      <a:pt x="394" y="396"/>
                                      <a:pt x="509" y="658"/>
                                    </a:cubicBezTo>
                                    <a:cubicBezTo>
                                      <a:pt x="624" y="920"/>
                                      <a:pt x="805" y="1362"/>
                                      <a:pt x="893" y="1600"/>
                                    </a:cubicBezTo>
                                    <a:cubicBezTo>
                                      <a:pt x="981" y="1838"/>
                                      <a:pt x="1005" y="1900"/>
                                      <a:pt x="1037" y="2086"/>
                                    </a:cubicBezTo>
                                    <a:cubicBezTo>
                                      <a:pt x="1069" y="2272"/>
                                      <a:pt x="1094" y="2564"/>
                                      <a:pt x="1087" y="2717"/>
                                    </a:cubicBezTo>
                                    <a:cubicBezTo>
                                      <a:pt x="1080" y="2870"/>
                                      <a:pt x="1045" y="2911"/>
                                      <a:pt x="994" y="3005"/>
                                    </a:cubicBezTo>
                                    <a:cubicBezTo>
                                      <a:pt x="943" y="3099"/>
                                      <a:pt x="844" y="3159"/>
                                      <a:pt x="778" y="3281"/>
                                    </a:cubicBezTo>
                                    <a:cubicBezTo>
                                      <a:pt x="712" y="3403"/>
                                      <a:pt x="651" y="3552"/>
                                      <a:pt x="595" y="3740"/>
                                    </a:cubicBezTo>
                                    <a:cubicBezTo>
                                      <a:pt x="539" y="3928"/>
                                      <a:pt x="510" y="4187"/>
                                      <a:pt x="439" y="4407"/>
                                    </a:cubicBezTo>
                                    <a:cubicBezTo>
                                      <a:pt x="368" y="4627"/>
                                      <a:pt x="238" y="4897"/>
                                      <a:pt x="171" y="5060"/>
                                    </a:cubicBezTo>
                                    <a:cubicBezTo>
                                      <a:pt x="104" y="5223"/>
                                      <a:pt x="66" y="5301"/>
                                      <a:pt x="39" y="5384"/>
                                    </a:cubicBezTo>
                                    <a:cubicBezTo>
                                      <a:pt x="12" y="5467"/>
                                      <a:pt x="0" y="5510"/>
                                      <a:pt x="10" y="5561"/>
                                    </a:cubicBezTo>
                                    <a:cubicBezTo>
                                      <a:pt x="20" y="5612"/>
                                      <a:pt x="81" y="5662"/>
                                      <a:pt x="99" y="5688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A84EDC" id="Freeform 361" o:spid="_x0000_s1026" style="position:absolute;margin-left:164.35pt;margin-top:24.9pt;width:65.65pt;height:341.55pt;rotation:-2627550fd;flip:x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94,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" path="m269,490c258,413,163,,203,28v40,28,191,368,306,630c624,920,805,1362,893,1600v88,238,112,300,144,486c1069,2272,1094,2564,1087,2717v-7,153,-42,194,-93,288c943,3099,844,3159,778,3281v-66,122,-127,271,-183,459c539,3928,510,4187,439,4407v-71,220,-201,490,-268,653c104,5223,66,5301,39,5384,12,5467,,5510,10,5561v10,51,71,101,89,127e" filled="f" strokecolor="#333">
                      <v:path arrowok="t" o:connecttype="custom" o:connectlocs="205009,373675;154710,21353;387917,501793;680570,1220165;790314,1590790;828420,2071992;757543,2291622;592926,2502100;453459,2852135;334569,3360791;130322,3858770;29723,4105854;7621,4240834;75449,4337685" o:connectangles="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1292860</wp:posOffset>
                      </wp:positionH>
                      <wp:positionV relativeFrom="paragraph">
                        <wp:posOffset>2104390</wp:posOffset>
                      </wp:positionV>
                      <wp:extent cx="735330" cy="2139315"/>
                      <wp:effectExtent l="117475" t="0" r="147320" b="0"/>
                      <wp:wrapNone/>
                      <wp:docPr id="35" name="Freeform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2405594" flipH="1">
                                <a:off x="0" y="0"/>
                                <a:ext cx="735330" cy="2139315"/>
                              </a:xfrm>
                              <a:custGeom>
                                <a:avLst/>
                                <a:gdLst>
                                  <a:gd name="T0" fmla="*/ 0 w 965"/>
                                  <a:gd name="T1" fmla="*/ 2530 h 2806"/>
                                  <a:gd name="T2" fmla="*/ 132 w 965"/>
                                  <a:gd name="T3" fmla="*/ 2158 h 2806"/>
                                  <a:gd name="T4" fmla="*/ 353 w 965"/>
                                  <a:gd name="T5" fmla="*/ 1676 h 2806"/>
                                  <a:gd name="T6" fmla="*/ 497 w 965"/>
                                  <a:gd name="T7" fmla="*/ 1148 h 2806"/>
                                  <a:gd name="T8" fmla="*/ 574 w 965"/>
                                  <a:gd name="T9" fmla="*/ 864 h 2806"/>
                                  <a:gd name="T10" fmla="*/ 725 w 965"/>
                                  <a:gd name="T11" fmla="*/ 332 h 2806"/>
                                  <a:gd name="T12" fmla="*/ 833 w 965"/>
                                  <a:gd name="T13" fmla="*/ 12 h 2806"/>
                                  <a:gd name="T14" fmla="*/ 958 w 965"/>
                                  <a:gd name="T15" fmla="*/ 406 h 2806"/>
                                  <a:gd name="T16" fmla="*/ 874 w 965"/>
                                  <a:gd name="T17" fmla="*/ 824 h 2806"/>
                                  <a:gd name="T18" fmla="*/ 540 w 965"/>
                                  <a:gd name="T19" fmla="*/ 1522 h 2806"/>
                                  <a:gd name="T20" fmla="*/ 290 w 965"/>
                                  <a:gd name="T21" fmla="*/ 2040 h 2806"/>
                                  <a:gd name="T22" fmla="*/ 151 w 965"/>
                                  <a:gd name="T23" fmla="*/ 2376 h 2806"/>
                                  <a:gd name="T24" fmla="*/ 120 w 965"/>
                                  <a:gd name="T25" fmla="*/ 2806 h 28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965" h="2806">
                                    <a:moveTo>
                                      <a:pt x="0" y="2530"/>
                                    </a:moveTo>
                                    <a:cubicBezTo>
                                      <a:pt x="34" y="2422"/>
                                      <a:pt x="73" y="2300"/>
                                      <a:pt x="132" y="2158"/>
                                    </a:cubicBezTo>
                                    <a:cubicBezTo>
                                      <a:pt x="191" y="2016"/>
                                      <a:pt x="292" y="1844"/>
                                      <a:pt x="353" y="1676"/>
                                    </a:cubicBezTo>
                                    <a:cubicBezTo>
                                      <a:pt x="414" y="1508"/>
                                      <a:pt x="460" y="1283"/>
                                      <a:pt x="497" y="1148"/>
                                    </a:cubicBezTo>
                                    <a:cubicBezTo>
                                      <a:pt x="534" y="1013"/>
                                      <a:pt x="536" y="1000"/>
                                      <a:pt x="574" y="864"/>
                                    </a:cubicBezTo>
                                    <a:cubicBezTo>
                                      <a:pt x="612" y="728"/>
                                      <a:pt x="682" y="474"/>
                                      <a:pt x="725" y="332"/>
                                    </a:cubicBezTo>
                                    <a:cubicBezTo>
                                      <a:pt x="768" y="190"/>
                                      <a:pt x="794" y="0"/>
                                      <a:pt x="833" y="12"/>
                                    </a:cubicBezTo>
                                    <a:cubicBezTo>
                                      <a:pt x="872" y="24"/>
                                      <a:pt x="951" y="271"/>
                                      <a:pt x="958" y="406"/>
                                    </a:cubicBezTo>
                                    <a:cubicBezTo>
                                      <a:pt x="965" y="541"/>
                                      <a:pt x="944" y="638"/>
                                      <a:pt x="874" y="824"/>
                                    </a:cubicBezTo>
                                    <a:cubicBezTo>
                                      <a:pt x="804" y="1010"/>
                                      <a:pt x="637" y="1319"/>
                                      <a:pt x="540" y="1522"/>
                                    </a:cubicBezTo>
                                    <a:cubicBezTo>
                                      <a:pt x="443" y="1725"/>
                                      <a:pt x="355" y="1898"/>
                                      <a:pt x="290" y="2040"/>
                                    </a:cubicBezTo>
                                    <a:cubicBezTo>
                                      <a:pt x="225" y="2182"/>
                                      <a:pt x="179" y="2249"/>
                                      <a:pt x="151" y="2376"/>
                                    </a:cubicBezTo>
                                    <a:cubicBezTo>
                                      <a:pt x="123" y="2503"/>
                                      <a:pt x="126" y="2717"/>
                                      <a:pt x="120" y="2806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7C538C" id="Freeform 360" o:spid="_x0000_s1026" style="position:absolute;margin-left:101.8pt;margin-top:165.7pt;width:57.9pt;height:168.45pt;rotation:-2627550fd;flip:x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65,2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<v:path arrowok="t" o:connecttype="custom" o:connectlocs="0,1928891;100584,1645275;268986,1277795;378714,875244;437388,658720;552450,253119;634746,9149;729996,309537;665988,628224;411480,1160384;220980,1555311;115062,1811480;91440,2139315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1391920</wp:posOffset>
                      </wp:positionH>
                      <wp:positionV relativeFrom="paragraph">
                        <wp:posOffset>2411730</wp:posOffset>
                      </wp:positionV>
                      <wp:extent cx="737235" cy="1939290"/>
                      <wp:effectExtent l="26035" t="13970" r="0" b="0"/>
                      <wp:wrapNone/>
                      <wp:docPr id="34" name="Freeform 3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2405594" flipH="1">
                                <a:off x="0" y="0"/>
                                <a:ext cx="737235" cy="1939290"/>
                              </a:xfrm>
                              <a:custGeom>
                                <a:avLst/>
                                <a:gdLst>
                                  <a:gd name="T0" fmla="*/ 79 w 967"/>
                                  <a:gd name="T1" fmla="*/ 2543 h 2543"/>
                                  <a:gd name="T2" fmla="*/ 22 w 967"/>
                                  <a:gd name="T3" fmla="*/ 2464 h 2543"/>
                                  <a:gd name="T4" fmla="*/ 48 w 967"/>
                                  <a:gd name="T5" fmla="*/ 2279 h 2543"/>
                                  <a:gd name="T6" fmla="*/ 312 w 967"/>
                                  <a:gd name="T7" fmla="*/ 1686 h 2543"/>
                                  <a:gd name="T8" fmla="*/ 463 w 967"/>
                                  <a:gd name="T9" fmla="*/ 1288 h 2543"/>
                                  <a:gd name="T10" fmla="*/ 588 w 967"/>
                                  <a:gd name="T11" fmla="*/ 724 h 2543"/>
                                  <a:gd name="T12" fmla="*/ 744 w 967"/>
                                  <a:gd name="T13" fmla="*/ 282 h 2543"/>
                                  <a:gd name="T14" fmla="*/ 950 w 967"/>
                                  <a:gd name="T15" fmla="*/ 8 h 2543"/>
                                  <a:gd name="T16" fmla="*/ 847 w 967"/>
                                  <a:gd name="T17" fmla="*/ 330 h 2543"/>
                                  <a:gd name="T18" fmla="*/ 775 w 967"/>
                                  <a:gd name="T19" fmla="*/ 594 h 2543"/>
                                  <a:gd name="T20" fmla="*/ 682 w 967"/>
                                  <a:gd name="T21" fmla="*/ 983 h 2543"/>
                                  <a:gd name="T22" fmla="*/ 564 w 967"/>
                                  <a:gd name="T23" fmla="*/ 1410 h 2543"/>
                                  <a:gd name="T24" fmla="*/ 360 w 967"/>
                                  <a:gd name="T25" fmla="*/ 1861 h 2543"/>
                                  <a:gd name="T26" fmla="*/ 216 w 967"/>
                                  <a:gd name="T27" fmla="*/ 2262 h 25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967" h="2543">
                                    <a:moveTo>
                                      <a:pt x="79" y="2543"/>
                                    </a:moveTo>
                                    <a:cubicBezTo>
                                      <a:pt x="69" y="2530"/>
                                      <a:pt x="27" y="2508"/>
                                      <a:pt x="22" y="2464"/>
                                    </a:cubicBezTo>
                                    <a:cubicBezTo>
                                      <a:pt x="17" y="2420"/>
                                      <a:pt x="0" y="2409"/>
                                      <a:pt x="48" y="2279"/>
                                    </a:cubicBezTo>
                                    <a:cubicBezTo>
                                      <a:pt x="96" y="2149"/>
                                      <a:pt x="243" y="1851"/>
                                      <a:pt x="312" y="1686"/>
                                    </a:cubicBezTo>
                                    <a:cubicBezTo>
                                      <a:pt x="381" y="1521"/>
                                      <a:pt x="417" y="1448"/>
                                      <a:pt x="463" y="1288"/>
                                    </a:cubicBezTo>
                                    <a:cubicBezTo>
                                      <a:pt x="509" y="1128"/>
                                      <a:pt x="541" y="892"/>
                                      <a:pt x="588" y="724"/>
                                    </a:cubicBezTo>
                                    <a:cubicBezTo>
                                      <a:pt x="635" y="556"/>
                                      <a:pt x="684" y="401"/>
                                      <a:pt x="744" y="282"/>
                                    </a:cubicBezTo>
                                    <a:cubicBezTo>
                                      <a:pt x="804" y="163"/>
                                      <a:pt x="933" y="0"/>
                                      <a:pt x="950" y="8"/>
                                    </a:cubicBezTo>
                                    <a:cubicBezTo>
                                      <a:pt x="967" y="16"/>
                                      <a:pt x="876" y="232"/>
                                      <a:pt x="847" y="330"/>
                                    </a:cubicBezTo>
                                    <a:cubicBezTo>
                                      <a:pt x="818" y="428"/>
                                      <a:pt x="802" y="485"/>
                                      <a:pt x="775" y="594"/>
                                    </a:cubicBezTo>
                                    <a:cubicBezTo>
                                      <a:pt x="748" y="703"/>
                                      <a:pt x="717" y="847"/>
                                      <a:pt x="682" y="983"/>
                                    </a:cubicBezTo>
                                    <a:cubicBezTo>
                                      <a:pt x="647" y="1119"/>
                                      <a:pt x="618" y="1264"/>
                                      <a:pt x="564" y="1410"/>
                                    </a:cubicBezTo>
                                    <a:cubicBezTo>
                                      <a:pt x="510" y="1556"/>
                                      <a:pt x="418" y="1719"/>
                                      <a:pt x="360" y="1861"/>
                                    </a:cubicBezTo>
                                    <a:cubicBezTo>
                                      <a:pt x="302" y="2003"/>
                                      <a:pt x="246" y="2179"/>
                                      <a:pt x="216" y="2262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2B31D9" id="Freeform 359" o:spid="_x0000_s1026" style="position:absolute;margin-left:109.6pt;margin-top:189.9pt;width:58.05pt;height:152.7pt;rotation:-2627550fd;flip:x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67,2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<v:path arrowok="t" o:connecttype="custom" o:connectlocs="60229,1939290;16773,1879045;36595,1737964;237867,1285742;352988,982228;448288,552122;567221,215053;724274,6101;645748,251658;590855,452984;519953,749635;429990,1075265;274462,1419197;164677,1725000" o:connectangles="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2287270</wp:posOffset>
                      </wp:positionH>
                      <wp:positionV relativeFrom="paragraph">
                        <wp:posOffset>2025650</wp:posOffset>
                      </wp:positionV>
                      <wp:extent cx="337185" cy="492760"/>
                      <wp:effectExtent l="0" t="0" r="17780" b="50800"/>
                      <wp:wrapNone/>
                      <wp:docPr id="33" name="Freeform 3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2405594" flipH="1">
                                <a:off x="0" y="0"/>
                                <a:ext cx="337185" cy="492760"/>
                              </a:xfrm>
                              <a:custGeom>
                                <a:avLst/>
                                <a:gdLst>
                                  <a:gd name="T0" fmla="*/ 14 w 442"/>
                                  <a:gd name="T1" fmla="*/ 614 h 646"/>
                                  <a:gd name="T2" fmla="*/ 134 w 442"/>
                                  <a:gd name="T3" fmla="*/ 506 h 646"/>
                                  <a:gd name="T4" fmla="*/ 398 w 442"/>
                                  <a:gd name="T5" fmla="*/ 302 h 646"/>
                                  <a:gd name="T6" fmla="*/ 398 w 442"/>
                                  <a:gd name="T7" fmla="*/ 206 h 646"/>
                                  <a:gd name="T8" fmla="*/ 314 w 442"/>
                                  <a:gd name="T9" fmla="*/ 170 h 646"/>
                                  <a:gd name="T10" fmla="*/ 194 w 442"/>
                                  <a:gd name="T11" fmla="*/ 2 h 646"/>
                                  <a:gd name="T12" fmla="*/ 254 w 442"/>
                                  <a:gd name="T13" fmla="*/ 182 h 646"/>
                                  <a:gd name="T14" fmla="*/ 218 w 442"/>
                                  <a:gd name="T15" fmla="*/ 314 h 646"/>
                                  <a:gd name="T16" fmla="*/ 14 w 442"/>
                                  <a:gd name="T17" fmla="*/ 614 h 64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442" h="646">
                                    <a:moveTo>
                                      <a:pt x="14" y="614"/>
                                    </a:moveTo>
                                    <a:cubicBezTo>
                                      <a:pt x="0" y="646"/>
                                      <a:pt x="70" y="558"/>
                                      <a:pt x="134" y="506"/>
                                    </a:cubicBezTo>
                                    <a:cubicBezTo>
                                      <a:pt x="198" y="454"/>
                                      <a:pt x="354" y="352"/>
                                      <a:pt x="398" y="302"/>
                                    </a:cubicBezTo>
                                    <a:cubicBezTo>
                                      <a:pt x="442" y="252"/>
                                      <a:pt x="412" y="228"/>
                                      <a:pt x="398" y="206"/>
                                    </a:cubicBezTo>
                                    <a:cubicBezTo>
                                      <a:pt x="384" y="184"/>
                                      <a:pt x="348" y="204"/>
                                      <a:pt x="314" y="170"/>
                                    </a:cubicBezTo>
                                    <a:cubicBezTo>
                                      <a:pt x="280" y="136"/>
                                      <a:pt x="204" y="0"/>
                                      <a:pt x="194" y="2"/>
                                    </a:cubicBezTo>
                                    <a:cubicBezTo>
                                      <a:pt x="184" y="4"/>
                                      <a:pt x="250" y="130"/>
                                      <a:pt x="254" y="182"/>
                                    </a:cubicBezTo>
                                    <a:cubicBezTo>
                                      <a:pt x="258" y="234"/>
                                      <a:pt x="256" y="242"/>
                                      <a:pt x="218" y="314"/>
                                    </a:cubicBezTo>
                                    <a:cubicBezTo>
                                      <a:pt x="180" y="386"/>
                                      <a:pt x="28" y="582"/>
                                      <a:pt x="14" y="61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CFE226" id="Freeform 358" o:spid="_x0000_s1026" style="position:absolute;margin-left:180.1pt;margin-top:159.5pt;width:26.55pt;height:38.8pt;rotation:-2627550fd;flip:x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42,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" path="m14,614c,646,70,558,134,506,198,454,354,352,398,302v44,-50,14,-74,,-96c384,184,348,204,314,170,280,136,204,,194,2v-10,2,56,128,60,180c258,234,256,242,218,314,180,386,28,582,14,614xe" fillcolor="#ddd" stroked="f">
                      <v:path arrowok="t" o:connecttype="custom" o:connectlocs="10680,468351;102224,385970;303619,230361;303619,157134;239539,129674;147995,1526;193767,138827;166304,239515;10680,468351" o:connectangles="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4142740</wp:posOffset>
                      </wp:positionH>
                      <wp:positionV relativeFrom="paragraph">
                        <wp:posOffset>1442085</wp:posOffset>
                      </wp:positionV>
                      <wp:extent cx="641350" cy="587375"/>
                      <wp:effectExtent l="128905" t="0" r="125095" b="0"/>
                      <wp:wrapNone/>
                      <wp:docPr id="32" name="Freeform 3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2405594" flipH="1">
                                <a:off x="0" y="0"/>
                                <a:ext cx="641350" cy="587375"/>
                              </a:xfrm>
                              <a:custGeom>
                                <a:avLst/>
                                <a:gdLst>
                                  <a:gd name="T0" fmla="*/ 0 w 408"/>
                                  <a:gd name="T1" fmla="*/ 0 h 384"/>
                                  <a:gd name="T2" fmla="*/ 120 w 408"/>
                                  <a:gd name="T3" fmla="*/ 204 h 384"/>
                                  <a:gd name="T4" fmla="*/ 408 w 408"/>
                                  <a:gd name="T5" fmla="*/ 384 h 3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08" h="384">
                                    <a:moveTo>
                                      <a:pt x="0" y="0"/>
                                    </a:moveTo>
                                    <a:cubicBezTo>
                                      <a:pt x="26" y="70"/>
                                      <a:pt x="52" y="140"/>
                                      <a:pt x="120" y="204"/>
                                    </a:cubicBezTo>
                                    <a:cubicBezTo>
                                      <a:pt x="188" y="268"/>
                                      <a:pt x="298" y="326"/>
                                      <a:pt x="408" y="384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C3F06D" id="Freeform 357" o:spid="_x0000_s1026" style="position:absolute;margin-left:326.2pt;margin-top:113.55pt;width:50.5pt;height:46.25pt;rotation:-2627550fd;flip:x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8,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" path="m,c26,70,52,140,120,204v68,64,178,122,288,180e" filled="f" strokecolor="gray" strokeweight="1pt">
                      <v:path arrowok="t" o:connecttype="custom" o:connectlocs="0,0;188632,312043;641350,587375" o:connectangles="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1342390</wp:posOffset>
                      </wp:positionH>
                      <wp:positionV relativeFrom="paragraph">
                        <wp:posOffset>4107815</wp:posOffset>
                      </wp:positionV>
                      <wp:extent cx="102235" cy="194945"/>
                      <wp:effectExtent l="5080" t="5080" r="16510" b="0"/>
                      <wp:wrapNone/>
                      <wp:docPr id="31" name="Freeform 3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2405594" flipH="1">
                                <a:off x="0" y="0"/>
                                <a:ext cx="102235" cy="194945"/>
                              </a:xfrm>
                              <a:custGeom>
                                <a:avLst/>
                                <a:gdLst>
                                  <a:gd name="T0" fmla="*/ 128 w 134"/>
                                  <a:gd name="T1" fmla="*/ 6 h 256"/>
                                  <a:gd name="T2" fmla="*/ 56 w 134"/>
                                  <a:gd name="T3" fmla="*/ 84 h 256"/>
                                  <a:gd name="T4" fmla="*/ 56 w 134"/>
                                  <a:gd name="T5" fmla="*/ 234 h 256"/>
                                  <a:gd name="T6" fmla="*/ 20 w 134"/>
                                  <a:gd name="T7" fmla="*/ 216 h 256"/>
                                  <a:gd name="T8" fmla="*/ 2 w 134"/>
                                  <a:gd name="T9" fmla="*/ 144 h 256"/>
                                  <a:gd name="T10" fmla="*/ 20 w 134"/>
                                  <a:gd name="T11" fmla="*/ 48 h 256"/>
                                  <a:gd name="T12" fmla="*/ 128 w 134"/>
                                  <a:gd name="T13" fmla="*/ 6 h 2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34" h="256">
                                    <a:moveTo>
                                      <a:pt x="128" y="6"/>
                                    </a:moveTo>
                                    <a:cubicBezTo>
                                      <a:pt x="134" y="12"/>
                                      <a:pt x="68" y="46"/>
                                      <a:pt x="56" y="84"/>
                                    </a:cubicBezTo>
                                    <a:cubicBezTo>
                                      <a:pt x="44" y="122"/>
                                      <a:pt x="62" y="212"/>
                                      <a:pt x="56" y="234"/>
                                    </a:cubicBezTo>
                                    <a:cubicBezTo>
                                      <a:pt x="50" y="256"/>
                                      <a:pt x="29" y="231"/>
                                      <a:pt x="20" y="216"/>
                                    </a:cubicBezTo>
                                    <a:cubicBezTo>
                                      <a:pt x="11" y="201"/>
                                      <a:pt x="2" y="172"/>
                                      <a:pt x="2" y="144"/>
                                    </a:cubicBezTo>
                                    <a:cubicBezTo>
                                      <a:pt x="2" y="116"/>
                                      <a:pt x="0" y="71"/>
                                      <a:pt x="20" y="48"/>
                                    </a:cubicBezTo>
                                    <a:cubicBezTo>
                                      <a:pt x="40" y="25"/>
                                      <a:pt x="122" y="0"/>
                                      <a:pt x="128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7A6E73" id="Freeform 356" o:spid="_x0000_s1026" style="position:absolute;margin-left:105.7pt;margin-top:323.45pt;width:8.05pt;height:15.35pt;rotation:-2627550fd;flip:x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4,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" path="m128,6v6,6,-60,40,-72,78c44,122,62,212,56,234,50,256,29,231,20,216,11,201,2,172,2,144,2,116,,71,20,48,40,25,122,,128,6xe" fillcolor="#ddd" stroked="f">
                      <v:path arrowok="t" o:connecttype="custom" o:connectlocs="97657,4569;42725,63966;42725,178192;15259,164485;1526,109657;15259,36552;97657,4569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4327525</wp:posOffset>
                      </wp:positionH>
                      <wp:positionV relativeFrom="paragraph">
                        <wp:posOffset>187325</wp:posOffset>
                      </wp:positionV>
                      <wp:extent cx="1184275" cy="607695"/>
                      <wp:effectExtent l="8890" t="56515" r="35560" b="50165"/>
                      <wp:wrapNone/>
                      <wp:docPr id="30" name="Freeform 4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84275" cy="607695"/>
                              </a:xfrm>
                              <a:custGeom>
                                <a:avLst/>
                                <a:gdLst>
                                  <a:gd name="T0" fmla="*/ 1865 w 1865"/>
                                  <a:gd name="T1" fmla="*/ 0 h 957"/>
                                  <a:gd name="T2" fmla="*/ 1706 w 1865"/>
                                  <a:gd name="T3" fmla="*/ 324 h 957"/>
                                  <a:gd name="T4" fmla="*/ 1598 w 1865"/>
                                  <a:gd name="T5" fmla="*/ 558 h 957"/>
                                  <a:gd name="T6" fmla="*/ 1382 w 1865"/>
                                  <a:gd name="T7" fmla="*/ 632 h 957"/>
                                  <a:gd name="T8" fmla="*/ 1215 w 1865"/>
                                  <a:gd name="T9" fmla="*/ 641 h 957"/>
                                  <a:gd name="T10" fmla="*/ 899 w 1865"/>
                                  <a:gd name="T11" fmla="*/ 749 h 957"/>
                                  <a:gd name="T12" fmla="*/ 0 w 1865"/>
                                  <a:gd name="T13" fmla="*/ 957 h 957"/>
                                  <a:gd name="T14" fmla="*/ 1057 w 1865"/>
                                  <a:gd name="T15" fmla="*/ 649 h 957"/>
                                  <a:gd name="T16" fmla="*/ 1465 w 1865"/>
                                  <a:gd name="T17" fmla="*/ 474 h 957"/>
                                  <a:gd name="T18" fmla="*/ 1682 w 1865"/>
                                  <a:gd name="T19" fmla="*/ 258 h 957"/>
                                  <a:gd name="T20" fmla="*/ 1865 w 1865"/>
                                  <a:gd name="T21" fmla="*/ 0 h 9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1865" h="957">
                                    <a:moveTo>
                                      <a:pt x="1865" y="0"/>
                                    </a:moveTo>
                                    <a:lnTo>
                                      <a:pt x="1706" y="324"/>
                                    </a:lnTo>
                                    <a:lnTo>
                                      <a:pt x="1598" y="558"/>
                                    </a:lnTo>
                                    <a:lnTo>
                                      <a:pt x="1382" y="632"/>
                                    </a:lnTo>
                                    <a:lnTo>
                                      <a:pt x="1215" y="641"/>
                                    </a:lnTo>
                                    <a:lnTo>
                                      <a:pt x="899" y="749"/>
                                    </a:lnTo>
                                    <a:lnTo>
                                      <a:pt x="0" y="957"/>
                                    </a:lnTo>
                                    <a:lnTo>
                                      <a:pt x="1057" y="649"/>
                                    </a:lnTo>
                                    <a:lnTo>
                                      <a:pt x="1465" y="474"/>
                                    </a:lnTo>
                                    <a:lnTo>
                                      <a:pt x="1682" y="258"/>
                                    </a:lnTo>
                                    <a:lnTo>
                                      <a:pt x="186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D47069" id="Freeform 422" o:spid="_x0000_s1026" style="position:absolute;margin-left:340.75pt;margin-top:14.75pt;width:93.25pt;height:47.8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65,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" path="m1865,l1706,324,1598,558r-216,74l1215,641,899,749,,957,1057,649,1465,474,1682,258,1865,xe" fillcolor="#333">
                      <v:path arrowok="t" o:connecttype="custom" o:connectlocs="1184275,0;1083310,205740;1014730,354330;877570,401320;771525,407035;570865,475615;0,607695;671195,412115;930275,300990;1068070,163830;1184275,0" o:connectangles="0,0,0,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3649980</wp:posOffset>
                      </wp:positionV>
                      <wp:extent cx="476250" cy="0"/>
                      <wp:effectExtent l="9525" t="13970" r="9525" b="5080"/>
                      <wp:wrapNone/>
                      <wp:docPr id="29" name="Line 4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AE242A" id="Line 421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55pt,287.4pt" to="172.05pt,28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7jBFQIAACo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"/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1718310</wp:posOffset>
                      </wp:positionH>
                      <wp:positionV relativeFrom="paragraph">
                        <wp:posOffset>3145155</wp:posOffset>
                      </wp:positionV>
                      <wp:extent cx="647700" cy="0"/>
                      <wp:effectExtent l="9525" t="13970" r="9525" b="5080"/>
                      <wp:wrapNone/>
                      <wp:docPr id="28" name="Line 4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7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F854B1" id="Line 420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.3pt,247.65pt" to="186.3pt,2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"/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1327785</wp:posOffset>
                      </wp:positionH>
                      <wp:positionV relativeFrom="paragraph">
                        <wp:posOffset>3040380</wp:posOffset>
                      </wp:positionV>
                      <wp:extent cx="257175" cy="0"/>
                      <wp:effectExtent l="9525" t="13970" r="9525" b="5080"/>
                      <wp:wrapNone/>
                      <wp:docPr id="27" name="Line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71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0E376C" id="Line 419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55pt,239.4pt" to="124.8pt,2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NiXFAIAACo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"/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2133600</wp:posOffset>
                      </wp:positionH>
                      <wp:positionV relativeFrom="paragraph">
                        <wp:posOffset>3590290</wp:posOffset>
                      </wp:positionV>
                      <wp:extent cx="306070" cy="152400"/>
                      <wp:effectExtent l="5715" t="1905" r="2540" b="7620"/>
                      <wp:wrapNone/>
                      <wp:docPr id="26" name="Text Box 3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BD203F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B71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7" o:spid="_x0000_s1027" type="#_x0000_t202" style="position:absolute;left:0;text-align:left;margin-left:168pt;margin-top:282.7pt;width:24.1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BD203F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B71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2322195</wp:posOffset>
                      </wp:positionH>
                      <wp:positionV relativeFrom="paragraph">
                        <wp:posOffset>3088640</wp:posOffset>
                      </wp:positionV>
                      <wp:extent cx="306070" cy="152400"/>
                      <wp:effectExtent l="3810" t="5080" r="4445" b="4445"/>
                      <wp:wrapNone/>
                      <wp:docPr id="25" name="Text Box 3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BD203F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B43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6" o:spid="_x0000_s1028" type="#_x0000_t202" style="position:absolute;left:0;text-align:left;margin-left:182.85pt;margin-top:243.2pt;width:24.1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BD203F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B43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1030605</wp:posOffset>
                      </wp:positionH>
                      <wp:positionV relativeFrom="paragraph">
                        <wp:posOffset>2963545</wp:posOffset>
                      </wp:positionV>
                      <wp:extent cx="306070" cy="152400"/>
                      <wp:effectExtent l="7620" t="3810" r="635" b="5715"/>
                      <wp:wrapNone/>
                      <wp:docPr id="24" name="Text Box 3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BD203F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B58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5" o:spid="_x0000_s1029" type="#_x0000_t202" style="position:absolute;left:0;text-align:left;margin-left:81.15pt;margin-top:233.35pt;width:24.1pt;height:1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qdCoAIAAFM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BD203F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B58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5815965</wp:posOffset>
                      </wp:positionH>
                      <wp:positionV relativeFrom="paragraph">
                        <wp:posOffset>1070610</wp:posOffset>
                      </wp:positionV>
                      <wp:extent cx="306070" cy="152400"/>
                      <wp:effectExtent l="1905" t="6350" r="6350" b="3175"/>
                      <wp:wrapNone/>
                      <wp:docPr id="23" name="Text Box 4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27B" w:rsidRPr="004E4B01" w:rsidRDefault="00BD203F" w:rsidP="008E427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T78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8" o:spid="_x0000_s1030" type="#_x0000_t202" style="position:absolute;left:0;text-align:left;margin-left:457.95pt;margin-top:84.3pt;width:24.1pt;height:1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8E427B" w:rsidRPr="004E4B01" w:rsidRDefault="00BD203F" w:rsidP="008E427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T78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5787390</wp:posOffset>
                      </wp:positionH>
                      <wp:positionV relativeFrom="paragraph">
                        <wp:posOffset>651510</wp:posOffset>
                      </wp:positionV>
                      <wp:extent cx="306070" cy="152400"/>
                      <wp:effectExtent l="1905" t="6350" r="6350" b="3175"/>
                      <wp:wrapNone/>
                      <wp:docPr id="22" name="Text Box 4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27B" w:rsidRPr="004E4B01" w:rsidRDefault="00BD203F" w:rsidP="008E427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T87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7" o:spid="_x0000_s1031" type="#_x0000_t202" style="position:absolute;left:0;text-align:left;margin-left:455.7pt;margin-top:51.3pt;width:24.1pt;height:1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OBQoQIAAFM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8E427B" w:rsidRPr="004E4B01" w:rsidRDefault="00BD203F" w:rsidP="008E427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T87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2178050</wp:posOffset>
                      </wp:positionH>
                      <wp:positionV relativeFrom="paragraph">
                        <wp:posOffset>2219960</wp:posOffset>
                      </wp:positionV>
                      <wp:extent cx="306070" cy="152400"/>
                      <wp:effectExtent l="2540" t="3175" r="5715" b="6350"/>
                      <wp:wrapNone/>
                      <wp:docPr id="21" name="Text Box 4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BD203F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B40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3" o:spid="_x0000_s1032" type="#_x0000_t202" style="position:absolute;left:0;text-align:left;margin-left:171.5pt;margin-top:174.8pt;width:24.1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BD203F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B40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1758950</wp:posOffset>
                      </wp:positionH>
                      <wp:positionV relativeFrom="paragraph">
                        <wp:posOffset>2019935</wp:posOffset>
                      </wp:positionV>
                      <wp:extent cx="306070" cy="152400"/>
                      <wp:effectExtent l="2540" t="3175" r="5715" b="6350"/>
                      <wp:wrapNone/>
                      <wp:docPr id="20" name="Text Box 4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BD203F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B60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4" o:spid="_x0000_s1033" type="#_x0000_t202" style="position:absolute;left:0;text-align:left;margin-left:138.5pt;margin-top:159.05pt;width:24.1pt;height:1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BD203F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B60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1990725</wp:posOffset>
                      </wp:positionH>
                      <wp:positionV relativeFrom="paragraph">
                        <wp:posOffset>1719580</wp:posOffset>
                      </wp:positionV>
                      <wp:extent cx="306070" cy="152400"/>
                      <wp:effectExtent l="5715" t="7620" r="2540" b="1905"/>
                      <wp:wrapNone/>
                      <wp:docPr id="19" name="Text Box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BD203F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B64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3" o:spid="_x0000_s1034" type="#_x0000_t202" style="position:absolute;left:0;text-align:left;margin-left:156.75pt;margin-top:135.4pt;width:24.1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4CdoAIAAFM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BD203F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B64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2256155</wp:posOffset>
                      </wp:positionH>
                      <wp:positionV relativeFrom="paragraph">
                        <wp:posOffset>1493520</wp:posOffset>
                      </wp:positionV>
                      <wp:extent cx="306070" cy="152400"/>
                      <wp:effectExtent l="4445" t="635" r="3810" b="8890"/>
                      <wp:wrapNone/>
                      <wp:docPr id="18" name="Text Box 4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BD203F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B75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2" o:spid="_x0000_s1035" type="#_x0000_t202" style="position:absolute;left:0;text-align:left;margin-left:177.65pt;margin-top:117.6pt;width:24.1pt;height:1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9ntoAIAAFM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BD203F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B75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1301750</wp:posOffset>
                      </wp:positionV>
                      <wp:extent cx="306070" cy="152400"/>
                      <wp:effectExtent l="7620" t="8890" r="635" b="635"/>
                      <wp:wrapNone/>
                      <wp:docPr id="17" name="Text Box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BD203F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B60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4" o:spid="_x0000_s1036" type="#_x0000_t202" style="position:absolute;left:0;text-align:left;margin-left:202.65pt;margin-top:102.5pt;width:24.1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i4toAIAAFM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BD203F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B60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2941955</wp:posOffset>
                      </wp:positionH>
                      <wp:positionV relativeFrom="paragraph">
                        <wp:posOffset>1122045</wp:posOffset>
                      </wp:positionV>
                      <wp:extent cx="306070" cy="152400"/>
                      <wp:effectExtent l="4445" t="635" r="3810" b="8890"/>
                      <wp:wrapNone/>
                      <wp:docPr id="16" name="Text Box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BD203F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B82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1" o:spid="_x0000_s1037" type="#_x0000_t202" style="position:absolute;left:0;text-align:left;margin-left:231.65pt;margin-top:88.35pt;width:24.1pt;height:1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BD203F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B82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3282315</wp:posOffset>
                      </wp:positionH>
                      <wp:positionV relativeFrom="paragraph">
                        <wp:posOffset>962025</wp:posOffset>
                      </wp:positionV>
                      <wp:extent cx="306070" cy="152400"/>
                      <wp:effectExtent l="1905" t="2540" r="6350" b="6985"/>
                      <wp:wrapNone/>
                      <wp:docPr id="15" name="Text Box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BD203F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B97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2" o:spid="_x0000_s1038" type="#_x0000_t202" style="position:absolute;left:0;text-align:left;margin-left:258.45pt;margin-top:75.75pt;width:24.1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BD203F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B97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3663315</wp:posOffset>
                      </wp:positionH>
                      <wp:positionV relativeFrom="paragraph">
                        <wp:posOffset>804545</wp:posOffset>
                      </wp:positionV>
                      <wp:extent cx="306070" cy="152400"/>
                      <wp:effectExtent l="1905" t="6985" r="6350" b="2540"/>
                      <wp:wrapNone/>
                      <wp:docPr id="14" name="Text Box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BD203F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B44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1" o:spid="_x0000_s1039" type="#_x0000_t202" style="position:absolute;left:0;text-align:left;margin-left:288.45pt;margin-top:63.35pt;width:24.1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1J7nwIAAFQ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BD203F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B44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3903345</wp:posOffset>
                      </wp:positionH>
                      <wp:positionV relativeFrom="paragraph">
                        <wp:posOffset>1273810</wp:posOffset>
                      </wp:positionV>
                      <wp:extent cx="496570" cy="142875"/>
                      <wp:effectExtent l="3810" t="0" r="4445" b="0"/>
                      <wp:wrapNone/>
                      <wp:docPr id="13" name="Text Box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57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BD203F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Patent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0" o:spid="_x0000_s1040" type="#_x0000_t202" style="position:absolute;left:0;text-align:left;margin-left:307.35pt;margin-top:100.3pt;width:39.1pt;height:11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BD203F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Patent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4514850</wp:posOffset>
                      </wp:positionH>
                      <wp:positionV relativeFrom="paragraph">
                        <wp:posOffset>497205</wp:posOffset>
                      </wp:positionV>
                      <wp:extent cx="306070" cy="152400"/>
                      <wp:effectExtent l="5715" t="4445" r="2540" b="5080"/>
                      <wp:wrapNone/>
                      <wp:docPr id="12" name="Text Box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BD203F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T98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8" o:spid="_x0000_s1041" type="#_x0000_t202" style="position:absolute;left:0;text-align:left;margin-left:355.5pt;margin-top:39.15pt;width:24.1pt;height:1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OcEoAIAAFQ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BD203F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T98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4985385</wp:posOffset>
                      </wp:positionH>
                      <wp:positionV relativeFrom="paragraph">
                        <wp:posOffset>339090</wp:posOffset>
                      </wp:positionV>
                      <wp:extent cx="306070" cy="152400"/>
                      <wp:effectExtent l="0" t="8255" r="8255" b="1270"/>
                      <wp:wrapNone/>
                      <wp:docPr id="11" name="Text Box 3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BD203F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T188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7" o:spid="_x0000_s1042" type="#_x0000_t202" style="position:absolute;left:0;text-align:left;margin-left:392.55pt;margin-top:26.7pt;width:24.1pt;height:1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G+BoAIAAFQ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BD203F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T188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5204460</wp:posOffset>
                      </wp:positionH>
                      <wp:positionV relativeFrom="paragraph">
                        <wp:posOffset>17145</wp:posOffset>
                      </wp:positionV>
                      <wp:extent cx="306070" cy="152400"/>
                      <wp:effectExtent l="0" t="635" r="8255" b="8890"/>
                      <wp:wrapNone/>
                      <wp:docPr id="10" name="Text Box 3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BD203F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B58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6" o:spid="_x0000_s1043" type="#_x0000_t202" style="position:absolute;left:0;text-align:left;margin-left:409.8pt;margin-top:1.35pt;width:24.1pt;height:1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BD203F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B58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1352550</wp:posOffset>
                      </wp:positionH>
                      <wp:positionV relativeFrom="paragraph">
                        <wp:posOffset>4198620</wp:posOffset>
                      </wp:positionV>
                      <wp:extent cx="1584960" cy="687705"/>
                      <wp:effectExtent l="0" t="635" r="0" b="0"/>
                      <wp:wrapNone/>
                      <wp:docPr id="9" name="Text Box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687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T……...Triphasic</w:t>
                                  </w:r>
                                </w:p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DA2BDB" w:rsidRPr="00C2328A" w:rsidRDefault="00DA2BDB" w:rsidP="00DA2BDB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DA2BDB" w:rsidRPr="00DA2BDB" w:rsidRDefault="00DA2BDB" w:rsidP="00DA2BD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3" o:spid="_x0000_s1044" type="#_x0000_t202" style="position:absolute;left:0;text-align:left;margin-left:106.5pt;margin-top:330.6pt;width:124.8pt;height:54.1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" filled="f" stroked="f" strokecolor="gray" strokeweight=".25pt">
                      <v:stroke dashstyle="1 1" endcap="round"/>
                      <v:textbox>
                        <w:txbxContent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DA2BDB" w:rsidRPr="00C2328A" w:rsidRDefault="00DA2BDB" w:rsidP="00DA2BDB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DA2BDB" w:rsidRPr="00DA2BDB" w:rsidRDefault="00DA2BDB" w:rsidP="00DA2BDB"/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4017645</wp:posOffset>
                      </wp:positionH>
                      <wp:positionV relativeFrom="paragraph">
                        <wp:posOffset>1216025</wp:posOffset>
                      </wp:positionV>
                      <wp:extent cx="617220" cy="220980"/>
                      <wp:effectExtent l="3810" t="0" r="0" b="0"/>
                      <wp:wrapNone/>
                      <wp:docPr id="8" name="Text Box 3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22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F6201D" w:rsidRDefault="00DA2BDB" w:rsidP="008B349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5" o:spid="_x0000_s1045" type="#_x0000_t202" style="position:absolute;left:0;text-align:left;margin-left:316.35pt;margin-top:95.75pt;width:48.6pt;height:17.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A2BDB" w:rsidRPr="00F6201D" w:rsidRDefault="00DA2BDB" w:rsidP="008B349C"/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4520565</wp:posOffset>
                      </wp:positionH>
                      <wp:positionV relativeFrom="paragraph">
                        <wp:posOffset>1017905</wp:posOffset>
                      </wp:positionV>
                      <wp:extent cx="563880" cy="220980"/>
                      <wp:effectExtent l="1905" t="1270" r="0" b="0"/>
                      <wp:wrapNone/>
                      <wp:docPr id="7" name="Text Box 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388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F6201D" w:rsidRDefault="00DA2BDB" w:rsidP="008B349C">
                                  <w:pPr>
                                    <w:jc w:val="righ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4" o:spid="_x0000_s1046" type="#_x0000_t202" style="position:absolute;left:0;text-align:left;margin-left:355.95pt;margin-top:80.15pt;width:44.4pt;height:17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" filled="f" stroked="f" strokecolor="gray" strokeweight=".25pt">
                      <v:stroke dashstyle="1 1" endcap="round"/>
                      <v:textbox>
                        <w:txbxContent>
                          <w:p w:rsidR="00DA2BDB" w:rsidRPr="00F6201D" w:rsidRDefault="00DA2BDB" w:rsidP="008B349C">
                            <w:pPr>
                              <w:jc w:val="right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A2BDB" w:rsidRPr="00AD4CCC" w:rsidTr="00AD4CCC"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BD203F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AD4CCC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784860</wp:posOffset>
                      </wp:positionH>
                      <wp:positionV relativeFrom="paragraph">
                        <wp:posOffset>38735</wp:posOffset>
                      </wp:positionV>
                      <wp:extent cx="395605" cy="61595"/>
                      <wp:effectExtent l="9525" t="12065" r="13970" b="12065"/>
                      <wp:wrapNone/>
                      <wp:docPr id="6" name="Freeform 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58F19D" id="Freeform 379" o:spid="_x0000_s1026" style="position:absolute;margin-left:61.8pt;margin-top:3.05pt;width:31.15pt;height:4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777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BD203F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1741170</wp:posOffset>
                      </wp:positionH>
                      <wp:positionV relativeFrom="paragraph">
                        <wp:posOffset>31115</wp:posOffset>
                      </wp:positionV>
                      <wp:extent cx="395605" cy="61595"/>
                      <wp:effectExtent l="10795" t="13970" r="12700" b="10160"/>
                      <wp:wrapNone/>
                      <wp:docPr id="5" name="Freeform 3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1C942F" id="Freeform 380" o:spid="_x0000_s1026" style="position:absolute;margin-left:137.1pt;margin-top:2.45pt;width:31.15pt;height:4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613410</wp:posOffset>
                      </wp:positionH>
                      <wp:positionV relativeFrom="paragraph">
                        <wp:posOffset>22225</wp:posOffset>
                      </wp:positionV>
                      <wp:extent cx="395605" cy="61595"/>
                      <wp:effectExtent l="6985" t="5080" r="6985" b="9525"/>
                      <wp:wrapNone/>
                      <wp:docPr id="4" name="Freeform 378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B0E3DF" id="Freeform 378" o:spid="_x0000_s1026" alt="Granite" style="position:absolute;margin-left:48.3pt;margin-top:1.75pt;width:31.15pt;height:4.8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3724910</wp:posOffset>
                      </wp:positionH>
                      <wp:positionV relativeFrom="paragraph">
                        <wp:posOffset>26035</wp:posOffset>
                      </wp:positionV>
                      <wp:extent cx="335280" cy="62865"/>
                      <wp:effectExtent l="13335" t="18415" r="32385" b="13970"/>
                      <wp:wrapNone/>
                      <wp:docPr id="3" name="Freeform 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691B22" id="Freeform 382" o:spid="_x0000_s1026" style="position:absolute;margin-left:293.3pt;margin-top:2.05pt;width:26.4pt;height:4.9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2506980</wp:posOffset>
                      </wp:positionH>
                      <wp:positionV relativeFrom="paragraph">
                        <wp:posOffset>26035</wp:posOffset>
                      </wp:positionV>
                      <wp:extent cx="395605" cy="61595"/>
                      <wp:effectExtent l="5080" t="8890" r="8890" b="15240"/>
                      <wp:wrapNone/>
                      <wp:docPr id="2" name="Freeform 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0FB6DD" id="Freeform 381" o:spid="_x0000_s1026" style="position:absolute;margin-left:197.4pt;margin-top:2.05pt;width:31.15pt;height:4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" path="m84,120c,106,185,36,185,36v,,72,-9,102,-12c317,21,344,,379,v35,,75,11,116,24c536,37,593,65,625,81v32,16,152,34,62,40l84,120xe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</w:t>
            </w:r>
            <w:proofErr w:type="spellStart"/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 Calcific                Smooth Surface                Irregular Surface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82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Aortoiliac Segment: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BD203F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50-74% right proximal CIA stenosis. Mild diffuse calcification throughout with no significant stenosis seen. Normal calibre Aorta.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BD203F" w:rsidP="00BD203F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The site of the previous endarterectomy in the distal CFA is mildly dilated, measuring 1.4cm in diameter. No significant stenosis seen.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Proximal Profunda Femoris: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BD203F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 at origin.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BD203F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Mild calcification with no significant stenosis seen.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BD203F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Mild calcification with no significant stenosis seen.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BD203F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3 vessel run off seen to cross the ankle. Mild diffuse calcification with no significant stenosis seen.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D203F" w:rsidRPr="00BD203F" w:rsidRDefault="00BD203F" w:rsidP="00AD4CCC">
            <w:pPr>
              <w:tabs>
                <w:tab w:val="left" w:pos="2127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485B7E" w:rsidRDefault="00694581">
      <w:pPr>
        <w:rPr>
          <w:rFonts w:ascii="Arial" w:hAnsi="Arial" w:cs="Arial"/>
          <w:sz w:val="18"/>
          <w:szCs w:val="18"/>
        </w:rPr>
      </w:pPr>
    </w:p>
    <w:sectPr w:rsidR="00694581" w:rsidRPr="00485B7E" w:rsidSect="000432AB">
      <w:headerReference w:type="default" r:id="rId8"/>
      <w:foot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03F" w:rsidRDefault="00BD203F">
      <w:r>
        <w:separator/>
      </w:r>
    </w:p>
  </w:endnote>
  <w:endnote w:type="continuationSeparator" w:id="0">
    <w:p w:rsidR="00BD203F" w:rsidRDefault="00BD2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420" w:rsidRPr="009B78AC" w:rsidRDefault="00042420" w:rsidP="009B78AC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03F" w:rsidRDefault="00BD203F">
      <w:r>
        <w:separator/>
      </w:r>
    </w:p>
  </w:footnote>
  <w:footnote w:type="continuationSeparator" w:id="0">
    <w:p w:rsidR="00BD203F" w:rsidRDefault="00BD2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2AB" w:rsidRDefault="00BD203F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4772025</wp:posOffset>
          </wp:positionH>
          <wp:positionV relativeFrom="paragraph">
            <wp:posOffset>-9525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03F"/>
    <w:rsid w:val="00023A20"/>
    <w:rsid w:val="00042420"/>
    <w:rsid w:val="000432AB"/>
    <w:rsid w:val="00043F16"/>
    <w:rsid w:val="00082FF5"/>
    <w:rsid w:val="00086614"/>
    <w:rsid w:val="00091394"/>
    <w:rsid w:val="000A3239"/>
    <w:rsid w:val="00106CEB"/>
    <w:rsid w:val="00130125"/>
    <w:rsid w:val="00130D4E"/>
    <w:rsid w:val="0015111F"/>
    <w:rsid w:val="00183E5B"/>
    <w:rsid w:val="002027E7"/>
    <w:rsid w:val="00202BBA"/>
    <w:rsid w:val="0020510B"/>
    <w:rsid w:val="00210AA3"/>
    <w:rsid w:val="00216637"/>
    <w:rsid w:val="002523B4"/>
    <w:rsid w:val="00252DD3"/>
    <w:rsid w:val="00260635"/>
    <w:rsid w:val="002627E4"/>
    <w:rsid w:val="00267D9C"/>
    <w:rsid w:val="00274108"/>
    <w:rsid w:val="00282F69"/>
    <w:rsid w:val="002845F4"/>
    <w:rsid w:val="00292A06"/>
    <w:rsid w:val="002C2267"/>
    <w:rsid w:val="002D5608"/>
    <w:rsid w:val="002F29A9"/>
    <w:rsid w:val="002F6CBE"/>
    <w:rsid w:val="00301EB7"/>
    <w:rsid w:val="00317A10"/>
    <w:rsid w:val="00324B94"/>
    <w:rsid w:val="00332965"/>
    <w:rsid w:val="003512C1"/>
    <w:rsid w:val="00377319"/>
    <w:rsid w:val="00387E23"/>
    <w:rsid w:val="003A31C2"/>
    <w:rsid w:val="003B7DF9"/>
    <w:rsid w:val="00400424"/>
    <w:rsid w:val="00411DD4"/>
    <w:rsid w:val="0041713E"/>
    <w:rsid w:val="0043201F"/>
    <w:rsid w:val="004400FD"/>
    <w:rsid w:val="00443A11"/>
    <w:rsid w:val="00446D9E"/>
    <w:rsid w:val="004479C2"/>
    <w:rsid w:val="004638FD"/>
    <w:rsid w:val="00475D18"/>
    <w:rsid w:val="0048352E"/>
    <w:rsid w:val="00485B7E"/>
    <w:rsid w:val="004932D3"/>
    <w:rsid w:val="004934E7"/>
    <w:rsid w:val="00495E7E"/>
    <w:rsid w:val="004A5B9A"/>
    <w:rsid w:val="004F7760"/>
    <w:rsid w:val="00557B5A"/>
    <w:rsid w:val="00563FE1"/>
    <w:rsid w:val="00572033"/>
    <w:rsid w:val="005812E7"/>
    <w:rsid w:val="005B625A"/>
    <w:rsid w:val="005E5BC0"/>
    <w:rsid w:val="005F2B04"/>
    <w:rsid w:val="0063591E"/>
    <w:rsid w:val="0064526C"/>
    <w:rsid w:val="006571CF"/>
    <w:rsid w:val="00687CAB"/>
    <w:rsid w:val="00694581"/>
    <w:rsid w:val="006A4D8E"/>
    <w:rsid w:val="00704284"/>
    <w:rsid w:val="00756F42"/>
    <w:rsid w:val="0077506E"/>
    <w:rsid w:val="00781E01"/>
    <w:rsid w:val="00784424"/>
    <w:rsid w:val="00796C22"/>
    <w:rsid w:val="007A7B01"/>
    <w:rsid w:val="007C096F"/>
    <w:rsid w:val="007D2F8F"/>
    <w:rsid w:val="007E0A39"/>
    <w:rsid w:val="007E0F05"/>
    <w:rsid w:val="007F000A"/>
    <w:rsid w:val="007F42AE"/>
    <w:rsid w:val="00845175"/>
    <w:rsid w:val="008527CA"/>
    <w:rsid w:val="00861785"/>
    <w:rsid w:val="008B349C"/>
    <w:rsid w:val="008B5D7F"/>
    <w:rsid w:val="008D344E"/>
    <w:rsid w:val="008D7812"/>
    <w:rsid w:val="008E427B"/>
    <w:rsid w:val="00911F56"/>
    <w:rsid w:val="0093355A"/>
    <w:rsid w:val="00937D9E"/>
    <w:rsid w:val="0094691B"/>
    <w:rsid w:val="009725AE"/>
    <w:rsid w:val="009764F6"/>
    <w:rsid w:val="009A10DE"/>
    <w:rsid w:val="009A34D2"/>
    <w:rsid w:val="009A5CA0"/>
    <w:rsid w:val="009B78AC"/>
    <w:rsid w:val="009C6954"/>
    <w:rsid w:val="009D2BAA"/>
    <w:rsid w:val="009F11ED"/>
    <w:rsid w:val="00A00D03"/>
    <w:rsid w:val="00A0184B"/>
    <w:rsid w:val="00A50BBC"/>
    <w:rsid w:val="00A5497F"/>
    <w:rsid w:val="00A7491A"/>
    <w:rsid w:val="00AA6449"/>
    <w:rsid w:val="00AA7A3D"/>
    <w:rsid w:val="00AC7F98"/>
    <w:rsid w:val="00AD4CCC"/>
    <w:rsid w:val="00AE30A1"/>
    <w:rsid w:val="00AF27D7"/>
    <w:rsid w:val="00AF65F1"/>
    <w:rsid w:val="00B03316"/>
    <w:rsid w:val="00B40EA7"/>
    <w:rsid w:val="00B46ED4"/>
    <w:rsid w:val="00B642B2"/>
    <w:rsid w:val="00B67AFA"/>
    <w:rsid w:val="00B93720"/>
    <w:rsid w:val="00BC1887"/>
    <w:rsid w:val="00BD203F"/>
    <w:rsid w:val="00C01F68"/>
    <w:rsid w:val="00C0220C"/>
    <w:rsid w:val="00C4581A"/>
    <w:rsid w:val="00C46C3E"/>
    <w:rsid w:val="00C47CD3"/>
    <w:rsid w:val="00C753A0"/>
    <w:rsid w:val="00C9350C"/>
    <w:rsid w:val="00CA6AD9"/>
    <w:rsid w:val="00CB0994"/>
    <w:rsid w:val="00CC6657"/>
    <w:rsid w:val="00CD1485"/>
    <w:rsid w:val="00CD7188"/>
    <w:rsid w:val="00CE0663"/>
    <w:rsid w:val="00CF4D99"/>
    <w:rsid w:val="00CF5D0F"/>
    <w:rsid w:val="00CF7A3E"/>
    <w:rsid w:val="00D34D9F"/>
    <w:rsid w:val="00D42CEC"/>
    <w:rsid w:val="00D605F8"/>
    <w:rsid w:val="00D662EE"/>
    <w:rsid w:val="00D7046F"/>
    <w:rsid w:val="00D8557F"/>
    <w:rsid w:val="00DA2BDB"/>
    <w:rsid w:val="00DD13FB"/>
    <w:rsid w:val="00E071B6"/>
    <w:rsid w:val="00E21EED"/>
    <w:rsid w:val="00E36F1E"/>
    <w:rsid w:val="00E609FE"/>
    <w:rsid w:val="00E64FCC"/>
    <w:rsid w:val="00E70784"/>
    <w:rsid w:val="00E75EB3"/>
    <w:rsid w:val="00E86176"/>
    <w:rsid w:val="00E96ADB"/>
    <w:rsid w:val="00EB390A"/>
    <w:rsid w:val="00ED6EC7"/>
    <w:rsid w:val="00EE4D5D"/>
    <w:rsid w:val="00F17B3B"/>
    <w:rsid w:val="00F212E8"/>
    <w:rsid w:val="00F27A7E"/>
    <w:rsid w:val="00FA61EE"/>
    <w:rsid w:val="00FC3506"/>
    <w:rsid w:val="00FD5807"/>
    <w:rsid w:val="00FD5B46"/>
    <w:rsid w:val="00FE1BCB"/>
    <w:rsid w:val="00FE75A5"/>
    <w:rsid w:val="00F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52FDCEED"/>
  <w15:chartTrackingRefBased/>
  <w15:docId w15:val="{8E9007E1-0060-44D5-95E3-E90423E9F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023A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23A20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RIGHT%20SIDE\Arterial%20Rt%20LE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Arterial Rt LEA</Template>
  <TotalTime>0</TotalTime>
  <Pages>1</Pages>
  <Words>139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James, Robert</dc:creator>
  <cp:keywords/>
  <cp:lastModifiedBy>James, Robert</cp:lastModifiedBy>
  <cp:revision>2</cp:revision>
  <cp:lastPrinted>2020-07-27T13:22:00Z</cp:lastPrinted>
  <dcterms:created xsi:type="dcterms:W3CDTF">2020-08-12T07:43:00Z</dcterms:created>
  <dcterms:modified xsi:type="dcterms:W3CDTF">2020-08-12T07:43:00Z</dcterms:modified>
  <cp:category>Patient Report</cp:category>
</cp:coreProperties>
</file>